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AB" w:rsidRPr="00762D2F" w:rsidRDefault="006333AB">
      <w:pPr>
        <w:rPr>
          <w:sz w:val="18"/>
        </w:rPr>
      </w:pPr>
    </w:p>
    <w:p w:rsidR="00233FB0" w:rsidRPr="002B057D" w:rsidRDefault="00233FB0" w:rsidP="0013249D">
      <w:pPr>
        <w:pStyle w:val="zag1"/>
        <w:rPr>
          <w:sz w:val="6"/>
        </w:rPr>
      </w:pPr>
    </w:p>
    <w:p w:rsidR="0013249D" w:rsidRDefault="00CD0547" w:rsidP="0013249D">
      <w:pPr>
        <w:pStyle w:val="zag1"/>
        <w:rPr>
          <w:rFonts w:ascii="Times New Roman" w:hAnsi="Times New Roman" w:cs="Times New Roman"/>
          <w:caps w:val="0"/>
          <w:sz w:val="26"/>
          <w:szCs w:val="26"/>
        </w:rPr>
      </w:pPr>
      <w:r w:rsidRPr="00A9117A">
        <w:rPr>
          <w:rFonts w:ascii="Times New Roman" w:hAnsi="Times New Roman" w:cs="Times New Roman"/>
          <w:caps w:val="0"/>
          <w:sz w:val="26"/>
          <w:szCs w:val="26"/>
        </w:rPr>
        <w:t>ОСНОВНЫЕ ЭКОНОМИЧЕСКИЕ И СОЦИАЛЬНЫЕ ПОКАЗАТЕЛИ</w:t>
      </w:r>
      <w:r>
        <w:rPr>
          <w:rFonts w:ascii="Times New Roman" w:hAnsi="Times New Roman" w:cs="Times New Roman"/>
          <w:caps w:val="0"/>
          <w:sz w:val="26"/>
          <w:szCs w:val="26"/>
        </w:rPr>
        <w:t xml:space="preserve"> РД</w:t>
      </w:r>
    </w:p>
    <w:p w:rsidR="00CD0547" w:rsidRPr="00CD0547" w:rsidRDefault="00CD0547" w:rsidP="00CD0547">
      <w:pPr>
        <w:pStyle w:val="4"/>
        <w:spacing w:before="0"/>
        <w:jc w:val="center"/>
        <w:rPr>
          <w:rFonts w:ascii="Times New Roman" w:hAnsi="Times New Roman"/>
        </w:rPr>
      </w:pPr>
      <w:r w:rsidRPr="00CD0547">
        <w:rPr>
          <w:rFonts w:ascii="Times New Roman" w:hAnsi="Times New Roman"/>
        </w:rPr>
        <w:t>за январь-ноябрь 2019 года</w:t>
      </w:r>
    </w:p>
    <w:p w:rsidR="0013249D" w:rsidRPr="0013249D" w:rsidRDefault="0013249D" w:rsidP="0013249D">
      <w:pPr>
        <w:pStyle w:val="zag1"/>
        <w:rPr>
          <w:sz w:val="12"/>
        </w:rPr>
      </w:pPr>
      <w:bookmarkStart w:id="0" w:name="_GoBack"/>
      <w:bookmarkEnd w:id="0"/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44"/>
        <w:gridCol w:w="1056"/>
        <w:gridCol w:w="1418"/>
        <w:gridCol w:w="1668"/>
        <w:gridCol w:w="1648"/>
      </w:tblGrid>
      <w:tr w:rsidR="0013249D" w:rsidRPr="00CD0547" w:rsidTr="00CD0547">
        <w:trPr>
          <w:cantSplit/>
          <w:trHeight w:val="109"/>
          <w:tblHeader/>
        </w:trPr>
        <w:tc>
          <w:tcPr>
            <w:tcW w:w="2171" w:type="pct"/>
            <w:vMerge w:val="restart"/>
          </w:tcPr>
          <w:p w:rsidR="0013249D" w:rsidRPr="00CD0547" w:rsidRDefault="0013249D" w:rsidP="0013249D">
            <w:pPr>
              <w:spacing w:line="192" w:lineRule="auto"/>
              <w:jc w:val="center"/>
              <w:rPr>
                <w:iCs/>
              </w:rPr>
            </w:pPr>
          </w:p>
        </w:tc>
        <w:tc>
          <w:tcPr>
            <w:tcW w:w="516" w:type="pct"/>
            <w:vMerge w:val="restart"/>
          </w:tcPr>
          <w:p w:rsidR="0013249D" w:rsidRPr="00CD0547" w:rsidRDefault="004B1E20" w:rsidP="00083CAE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Январь-</w:t>
            </w:r>
            <w:r w:rsidR="00083CAE" w:rsidRPr="00CD0547">
              <w:rPr>
                <w:i/>
                <w:iCs/>
              </w:rPr>
              <w:t>но</w:t>
            </w:r>
            <w:r w:rsidR="00197923" w:rsidRPr="00CD0547">
              <w:rPr>
                <w:i/>
                <w:iCs/>
              </w:rPr>
              <w:t>ябрь</w:t>
            </w:r>
            <w:r w:rsidR="008E3F00" w:rsidRPr="00CD0547">
              <w:rPr>
                <w:i/>
                <w:iCs/>
              </w:rPr>
              <w:t xml:space="preserve"> </w:t>
            </w:r>
            <w:r w:rsidR="0013249D" w:rsidRPr="00CD0547">
              <w:rPr>
                <w:i/>
                <w:iCs/>
              </w:rPr>
              <w:t>2019г.</w:t>
            </w:r>
          </w:p>
        </w:tc>
        <w:tc>
          <w:tcPr>
            <w:tcW w:w="693" w:type="pct"/>
            <w:vMerge w:val="restart"/>
          </w:tcPr>
          <w:p w:rsidR="0013249D" w:rsidRPr="00CD0547" w:rsidRDefault="004B1E20" w:rsidP="0013249D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Январь-</w:t>
            </w:r>
            <w:r w:rsidR="00083CAE" w:rsidRPr="00CD0547">
              <w:rPr>
                <w:i/>
                <w:iCs/>
              </w:rPr>
              <w:t>но</w:t>
            </w:r>
            <w:r w:rsidR="00197923" w:rsidRPr="00CD0547">
              <w:rPr>
                <w:i/>
                <w:iCs/>
              </w:rPr>
              <w:t>ябрь</w:t>
            </w:r>
            <w:r w:rsidR="008E3F00" w:rsidRPr="00CD0547">
              <w:rPr>
                <w:i/>
                <w:iCs/>
              </w:rPr>
              <w:t xml:space="preserve"> </w:t>
            </w:r>
            <w:r w:rsidR="0013249D" w:rsidRPr="00CD0547">
              <w:rPr>
                <w:i/>
                <w:iCs/>
              </w:rPr>
              <w:t xml:space="preserve">2019г. </w:t>
            </w:r>
            <w:proofErr w:type="gramStart"/>
            <w:r w:rsidR="0013249D" w:rsidRPr="00CD0547">
              <w:rPr>
                <w:i/>
                <w:iCs/>
              </w:rPr>
              <w:t>в</w:t>
            </w:r>
            <w:proofErr w:type="gramEnd"/>
            <w:r w:rsidR="0013249D" w:rsidRPr="00CD0547">
              <w:rPr>
                <w:i/>
                <w:iCs/>
              </w:rPr>
              <w:t xml:space="preserve"> % к</w:t>
            </w:r>
          </w:p>
          <w:p w:rsidR="0013249D" w:rsidRPr="00CD0547" w:rsidRDefault="004B1E20" w:rsidP="00083CAE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январю-</w:t>
            </w:r>
            <w:r w:rsidR="00083CAE" w:rsidRPr="00CD0547">
              <w:rPr>
                <w:i/>
                <w:iCs/>
              </w:rPr>
              <w:t>но</w:t>
            </w:r>
            <w:r w:rsidR="00197923" w:rsidRPr="00CD0547">
              <w:rPr>
                <w:i/>
                <w:iCs/>
              </w:rPr>
              <w:t>ябрю</w:t>
            </w:r>
            <w:r w:rsidR="008E3F00" w:rsidRPr="00CD0547">
              <w:rPr>
                <w:i/>
                <w:iCs/>
              </w:rPr>
              <w:t xml:space="preserve"> </w:t>
            </w:r>
            <w:r w:rsidR="0013249D" w:rsidRPr="00CD0547">
              <w:rPr>
                <w:i/>
                <w:iCs/>
              </w:rPr>
              <w:t>2018г.</w:t>
            </w:r>
          </w:p>
        </w:tc>
        <w:tc>
          <w:tcPr>
            <w:tcW w:w="1620" w:type="pct"/>
            <w:gridSpan w:val="2"/>
          </w:tcPr>
          <w:p w:rsidR="0013249D" w:rsidRPr="00CD0547" w:rsidRDefault="0013249D" w:rsidP="0013249D">
            <w:pPr>
              <w:spacing w:line="192" w:lineRule="auto"/>
              <w:jc w:val="center"/>
              <w:rPr>
                <w:i/>
                <w:iCs/>
              </w:rPr>
            </w:pPr>
            <w:proofErr w:type="spellStart"/>
            <w:r w:rsidRPr="00CD0547">
              <w:rPr>
                <w:i/>
                <w:iCs/>
              </w:rPr>
              <w:t>Справочно</w:t>
            </w:r>
            <w:proofErr w:type="spellEnd"/>
            <w:r w:rsidRPr="00CD0547">
              <w:rPr>
                <w:i/>
                <w:iCs/>
              </w:rPr>
              <w:t>:</w:t>
            </w:r>
          </w:p>
        </w:tc>
      </w:tr>
      <w:tr w:rsidR="0013249D" w:rsidRPr="00CD0547" w:rsidTr="00CD0547">
        <w:trPr>
          <w:cantSplit/>
          <w:trHeight w:val="755"/>
          <w:tblHeader/>
        </w:trPr>
        <w:tc>
          <w:tcPr>
            <w:tcW w:w="2171" w:type="pct"/>
            <w:vMerge/>
            <w:tcBorders>
              <w:bottom w:val="single" w:sz="4" w:space="0" w:color="auto"/>
            </w:tcBorders>
          </w:tcPr>
          <w:p w:rsidR="0013249D" w:rsidRPr="00CD0547" w:rsidRDefault="0013249D" w:rsidP="0013249D">
            <w:pPr>
              <w:spacing w:line="192" w:lineRule="auto"/>
              <w:jc w:val="center"/>
              <w:rPr>
                <w:iCs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13249D" w:rsidRPr="00CD0547" w:rsidRDefault="0013249D" w:rsidP="0013249D">
            <w:pPr>
              <w:spacing w:line="192" w:lineRule="auto"/>
              <w:jc w:val="center"/>
              <w:rPr>
                <w:i/>
                <w:iCs/>
              </w:rPr>
            </w:pPr>
          </w:p>
        </w:tc>
        <w:tc>
          <w:tcPr>
            <w:tcW w:w="693" w:type="pct"/>
            <w:vMerge/>
            <w:tcBorders>
              <w:bottom w:val="single" w:sz="4" w:space="0" w:color="auto"/>
            </w:tcBorders>
          </w:tcPr>
          <w:p w:rsidR="0013249D" w:rsidRPr="00CD0547" w:rsidRDefault="0013249D" w:rsidP="0013249D">
            <w:pPr>
              <w:spacing w:line="192" w:lineRule="auto"/>
              <w:jc w:val="center"/>
              <w:rPr>
                <w:i/>
                <w:iCs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8E3F00" w:rsidRPr="00CD0547" w:rsidRDefault="008E3F00" w:rsidP="008E3F00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январь-</w:t>
            </w:r>
            <w:r w:rsidR="00083CAE" w:rsidRPr="00CD0547">
              <w:rPr>
                <w:i/>
                <w:iCs/>
              </w:rPr>
              <w:t>октябрь</w:t>
            </w:r>
          </w:p>
          <w:p w:rsidR="008E3F00" w:rsidRPr="00CD0547" w:rsidRDefault="008E3F00" w:rsidP="008E3F00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2019г. в % к</w:t>
            </w:r>
          </w:p>
          <w:p w:rsidR="008E3F00" w:rsidRPr="00CD0547" w:rsidRDefault="008E3F00" w:rsidP="008E3F00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январю-</w:t>
            </w:r>
            <w:r w:rsidR="00083CAE" w:rsidRPr="00CD0547">
              <w:rPr>
                <w:i/>
                <w:iCs/>
              </w:rPr>
              <w:t>октябрю</w:t>
            </w:r>
          </w:p>
          <w:p w:rsidR="0013249D" w:rsidRPr="00CD0547" w:rsidRDefault="008E3F00" w:rsidP="008E3F00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2018г.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13249D" w:rsidRPr="00CD0547" w:rsidRDefault="004B1E20" w:rsidP="0013249D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январь-</w:t>
            </w:r>
            <w:r w:rsidR="00083CAE" w:rsidRPr="00CD0547">
              <w:rPr>
                <w:i/>
                <w:iCs/>
              </w:rPr>
              <w:t>но</w:t>
            </w:r>
            <w:r w:rsidR="00197923" w:rsidRPr="00CD0547">
              <w:rPr>
                <w:i/>
                <w:iCs/>
              </w:rPr>
              <w:t>ябрь</w:t>
            </w:r>
          </w:p>
          <w:p w:rsidR="0013249D" w:rsidRPr="00CD0547" w:rsidRDefault="0013249D" w:rsidP="0013249D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2018г. в % к</w:t>
            </w:r>
          </w:p>
          <w:p w:rsidR="00AE5898" w:rsidRPr="00CD0547" w:rsidRDefault="004B1E20" w:rsidP="00AE5898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январю-</w:t>
            </w:r>
            <w:r w:rsidR="00083CAE" w:rsidRPr="00CD0547">
              <w:rPr>
                <w:i/>
                <w:iCs/>
              </w:rPr>
              <w:t>но</w:t>
            </w:r>
            <w:r w:rsidR="00197923" w:rsidRPr="00CD0547">
              <w:rPr>
                <w:i/>
                <w:iCs/>
              </w:rPr>
              <w:t>ябрю</w:t>
            </w:r>
          </w:p>
          <w:p w:rsidR="0013249D" w:rsidRPr="00CD0547" w:rsidRDefault="0013249D" w:rsidP="00AE5898">
            <w:pPr>
              <w:spacing w:line="192" w:lineRule="auto"/>
              <w:jc w:val="center"/>
              <w:rPr>
                <w:i/>
                <w:iCs/>
              </w:rPr>
            </w:pPr>
            <w:r w:rsidRPr="00CD0547">
              <w:rPr>
                <w:i/>
                <w:iCs/>
              </w:rPr>
              <w:t>2017г.</w:t>
            </w:r>
          </w:p>
        </w:tc>
      </w:tr>
      <w:tr w:rsidR="00197923" w:rsidRPr="00CD0547" w:rsidTr="00CD0547">
        <w:trPr>
          <w:trHeight w:val="386"/>
        </w:trPr>
        <w:tc>
          <w:tcPr>
            <w:tcW w:w="2171" w:type="pct"/>
            <w:tcBorders>
              <w:top w:val="single" w:sz="4" w:space="0" w:color="auto"/>
              <w:bottom w:val="single" w:sz="4" w:space="0" w:color="auto"/>
            </w:tcBorders>
          </w:tcPr>
          <w:p w:rsidR="00197923" w:rsidRPr="00CD0547" w:rsidRDefault="00197923" w:rsidP="0013249D">
            <w:pPr>
              <w:spacing w:line="216" w:lineRule="auto"/>
              <w:rPr>
                <w:color w:val="000000"/>
                <w:szCs w:val="19"/>
              </w:rPr>
            </w:pPr>
            <w:r w:rsidRPr="00CD0547">
              <w:rPr>
                <w:color w:val="000000"/>
                <w:szCs w:val="19"/>
              </w:rPr>
              <w:t>Индекс выпуска товаров и услуг по базовым видам экономической деятельности</w:t>
            </w:r>
            <w:r w:rsidRPr="00CD0547">
              <w:rPr>
                <w:color w:val="000000"/>
                <w:szCs w:val="19"/>
                <w:vertAlign w:val="superscript"/>
              </w:rPr>
              <w:t xml:space="preserve"> </w:t>
            </w:r>
            <w:r w:rsidRPr="00CD0547">
              <w:rPr>
                <w:i/>
                <w:color w:val="000000"/>
                <w:szCs w:val="19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D0547" w:rsidRDefault="00197923" w:rsidP="007C5B97">
            <w:pPr>
              <w:spacing w:line="216" w:lineRule="auto"/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х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D0547" w:rsidRDefault="00AD6507" w:rsidP="007C5B97">
            <w:pPr>
              <w:spacing w:line="216" w:lineRule="auto"/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100,8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D0547" w:rsidRDefault="00E63530" w:rsidP="008A239E">
            <w:pPr>
              <w:spacing w:line="216" w:lineRule="auto"/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100,1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D0547" w:rsidRDefault="00AD6507" w:rsidP="007C5B97">
            <w:pPr>
              <w:spacing w:line="216" w:lineRule="auto"/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96,8</w:t>
            </w:r>
          </w:p>
        </w:tc>
      </w:tr>
      <w:tr w:rsidR="00C80AC6" w:rsidRPr="00CD0547" w:rsidTr="00CD0547">
        <w:trPr>
          <w:trHeight w:val="175"/>
        </w:trPr>
        <w:tc>
          <w:tcPr>
            <w:tcW w:w="2171" w:type="pct"/>
            <w:tcBorders>
              <w:top w:val="single" w:sz="4" w:space="0" w:color="auto"/>
              <w:bottom w:val="single" w:sz="4" w:space="0" w:color="auto"/>
            </w:tcBorders>
          </w:tcPr>
          <w:p w:rsidR="00C80AC6" w:rsidRPr="00CD0547" w:rsidRDefault="00C80AC6" w:rsidP="002B057D">
            <w:pPr>
              <w:spacing w:line="216" w:lineRule="auto"/>
              <w:rPr>
                <w:color w:val="000000"/>
                <w:szCs w:val="19"/>
                <w:vertAlign w:val="superscript"/>
              </w:rPr>
            </w:pPr>
            <w:r w:rsidRPr="00CD0547">
              <w:rPr>
                <w:color w:val="000000"/>
                <w:szCs w:val="19"/>
              </w:rPr>
              <w:t>Индекс  промышленного  производства</w:t>
            </w:r>
            <w:proofErr w:type="gramStart"/>
            <w:r w:rsidRPr="00CD0547">
              <w:rPr>
                <w:i/>
                <w:color w:val="000000"/>
                <w:szCs w:val="19"/>
                <w:vertAlign w:val="superscript"/>
              </w:rPr>
              <w:t>2</w:t>
            </w:r>
            <w:proofErr w:type="gramEnd"/>
            <w:r w:rsidRPr="00CD0547">
              <w:rPr>
                <w:i/>
                <w:color w:val="000000"/>
                <w:szCs w:val="19"/>
                <w:vertAlign w:val="superscript"/>
              </w:rPr>
              <w:t>),3)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AC6" w:rsidRPr="00CD0547" w:rsidRDefault="00C80AC6" w:rsidP="002842E1">
            <w:pPr>
              <w:jc w:val="center"/>
              <w:rPr>
                <w:szCs w:val="19"/>
              </w:rPr>
            </w:pPr>
            <w:r w:rsidRPr="00CD0547">
              <w:rPr>
                <w:iCs/>
                <w:szCs w:val="19"/>
              </w:rPr>
              <w:t>х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AC6" w:rsidRPr="00CD0547" w:rsidRDefault="00C80AC6" w:rsidP="002842E1">
            <w:pPr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75,8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AC6" w:rsidRPr="00CD0547" w:rsidRDefault="00F436DA" w:rsidP="008A239E">
            <w:pPr>
              <w:spacing w:line="216" w:lineRule="auto"/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74,1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AC6" w:rsidRPr="00CD0547" w:rsidRDefault="00C80AC6" w:rsidP="002842E1">
            <w:pPr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104,1</w:t>
            </w:r>
          </w:p>
        </w:tc>
      </w:tr>
      <w:tr w:rsidR="00161D6B" w:rsidRPr="00CD0547" w:rsidTr="00CD0547">
        <w:trPr>
          <w:trHeight w:val="159"/>
        </w:trPr>
        <w:tc>
          <w:tcPr>
            <w:tcW w:w="2171" w:type="pct"/>
            <w:tcBorders>
              <w:top w:val="single" w:sz="4" w:space="0" w:color="auto"/>
              <w:bottom w:val="single" w:sz="4" w:space="0" w:color="auto"/>
            </w:tcBorders>
          </w:tcPr>
          <w:p w:rsidR="00161D6B" w:rsidRPr="00CD0547" w:rsidRDefault="00161D6B" w:rsidP="0013249D">
            <w:pPr>
              <w:spacing w:line="216" w:lineRule="auto"/>
              <w:rPr>
                <w:szCs w:val="19"/>
              </w:rPr>
            </w:pPr>
            <w:r w:rsidRPr="00CD0547">
              <w:rPr>
                <w:szCs w:val="19"/>
              </w:rPr>
              <w:t>Продукция сельского хозяйства, млн. рублей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121135,6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101,3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1D6B" w:rsidRPr="00CD0547" w:rsidRDefault="00161D6B" w:rsidP="008A239E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101,1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1D6B" w:rsidRPr="00CD0547" w:rsidRDefault="00161D6B" w:rsidP="007C5B97">
            <w:pPr>
              <w:spacing w:line="216" w:lineRule="auto"/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101,0</w:t>
            </w:r>
          </w:p>
        </w:tc>
      </w:tr>
      <w:tr w:rsidR="00161D6B" w:rsidRPr="00CD0547" w:rsidTr="00CD0547">
        <w:trPr>
          <w:trHeight w:val="159"/>
        </w:trPr>
        <w:tc>
          <w:tcPr>
            <w:tcW w:w="2171" w:type="pct"/>
            <w:tcBorders>
              <w:top w:val="single" w:sz="4" w:space="0" w:color="auto"/>
            </w:tcBorders>
          </w:tcPr>
          <w:p w:rsidR="00161D6B" w:rsidRPr="00CD0547" w:rsidRDefault="00161D6B" w:rsidP="0013249D">
            <w:pPr>
              <w:spacing w:line="216" w:lineRule="auto"/>
              <w:rPr>
                <w:szCs w:val="19"/>
              </w:rPr>
            </w:pPr>
            <w:r w:rsidRPr="00CD0547">
              <w:rPr>
                <w:szCs w:val="19"/>
              </w:rPr>
              <w:t>Объем работ, выполненных по виду деятельности «Строительство», млн. рублей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141567,1</w:t>
            </w:r>
          </w:p>
        </w:tc>
        <w:tc>
          <w:tcPr>
            <w:tcW w:w="693" w:type="pct"/>
            <w:tcBorders>
              <w:top w:val="single" w:sz="4" w:space="0" w:color="auto"/>
            </w:tcBorders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109,3</w:t>
            </w:r>
          </w:p>
        </w:tc>
        <w:tc>
          <w:tcPr>
            <w:tcW w:w="815" w:type="pct"/>
            <w:tcBorders>
              <w:top w:val="single" w:sz="4" w:space="0" w:color="auto"/>
            </w:tcBorders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106,6</w:t>
            </w:r>
          </w:p>
        </w:tc>
        <w:tc>
          <w:tcPr>
            <w:tcW w:w="805" w:type="pct"/>
            <w:tcBorders>
              <w:top w:val="single" w:sz="4" w:space="0" w:color="auto"/>
            </w:tcBorders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91,6</w:t>
            </w:r>
          </w:p>
        </w:tc>
      </w:tr>
      <w:tr w:rsidR="00161D6B" w:rsidRPr="00CD0547" w:rsidTr="00CD0547">
        <w:trPr>
          <w:trHeight w:val="159"/>
        </w:trPr>
        <w:tc>
          <w:tcPr>
            <w:tcW w:w="2171" w:type="pct"/>
          </w:tcPr>
          <w:p w:rsidR="00161D6B" w:rsidRPr="00CD0547" w:rsidRDefault="00161D6B" w:rsidP="0013249D">
            <w:pPr>
              <w:spacing w:line="216" w:lineRule="auto"/>
              <w:rPr>
                <w:szCs w:val="19"/>
              </w:rPr>
            </w:pPr>
            <w:r w:rsidRPr="00CD0547">
              <w:rPr>
                <w:szCs w:val="19"/>
              </w:rPr>
              <w:t>Ввод жилых домов общей площадью, тыс. м</w:t>
            </w:r>
            <w:proofErr w:type="gramStart"/>
            <w:r w:rsidRPr="00CD0547">
              <w:rPr>
                <w:szCs w:val="19"/>
                <w:vertAlign w:val="superscript"/>
              </w:rPr>
              <w:t>2</w:t>
            </w:r>
            <w:proofErr w:type="gramEnd"/>
          </w:p>
        </w:tc>
        <w:tc>
          <w:tcPr>
            <w:tcW w:w="516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840,4</w:t>
            </w:r>
          </w:p>
        </w:tc>
        <w:tc>
          <w:tcPr>
            <w:tcW w:w="693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134,9</w:t>
            </w:r>
          </w:p>
        </w:tc>
        <w:tc>
          <w:tcPr>
            <w:tcW w:w="815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121,3</w:t>
            </w:r>
          </w:p>
        </w:tc>
        <w:tc>
          <w:tcPr>
            <w:tcW w:w="805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45,3</w:t>
            </w:r>
          </w:p>
        </w:tc>
      </w:tr>
      <w:tr w:rsidR="00161D6B" w:rsidRPr="00CD0547" w:rsidTr="00CD0547">
        <w:trPr>
          <w:trHeight w:val="159"/>
        </w:trPr>
        <w:tc>
          <w:tcPr>
            <w:tcW w:w="2171" w:type="pct"/>
          </w:tcPr>
          <w:p w:rsidR="00161D6B" w:rsidRPr="00CD0547" w:rsidRDefault="00161D6B" w:rsidP="002B057D">
            <w:pPr>
              <w:spacing w:line="216" w:lineRule="auto"/>
              <w:ind w:left="170"/>
              <w:rPr>
                <w:szCs w:val="19"/>
              </w:rPr>
            </w:pPr>
            <w:r w:rsidRPr="00CD0547">
              <w:rPr>
                <w:szCs w:val="19"/>
              </w:rPr>
              <w:t>в том числе индивидуальных жилых домов</w:t>
            </w:r>
          </w:p>
        </w:tc>
        <w:tc>
          <w:tcPr>
            <w:tcW w:w="516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429,7</w:t>
            </w:r>
          </w:p>
        </w:tc>
        <w:tc>
          <w:tcPr>
            <w:tcW w:w="693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104,0</w:t>
            </w:r>
          </w:p>
        </w:tc>
        <w:tc>
          <w:tcPr>
            <w:tcW w:w="815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109,6</w:t>
            </w:r>
          </w:p>
        </w:tc>
        <w:tc>
          <w:tcPr>
            <w:tcW w:w="805" w:type="pct"/>
            <w:vAlign w:val="bottom"/>
          </w:tcPr>
          <w:p w:rsidR="00161D6B" w:rsidRPr="00CD0547" w:rsidRDefault="00161D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44,5</w:t>
            </w:r>
          </w:p>
        </w:tc>
      </w:tr>
      <w:tr w:rsidR="00C8046B" w:rsidRPr="00CD0547" w:rsidTr="00CD0547">
        <w:trPr>
          <w:trHeight w:val="159"/>
        </w:trPr>
        <w:tc>
          <w:tcPr>
            <w:tcW w:w="2171" w:type="pct"/>
          </w:tcPr>
          <w:p w:rsidR="00C8046B" w:rsidRPr="00CD0547" w:rsidRDefault="00C8046B" w:rsidP="0013249D">
            <w:pPr>
              <w:spacing w:line="216" w:lineRule="auto"/>
              <w:rPr>
                <w:szCs w:val="19"/>
              </w:rPr>
            </w:pPr>
            <w:r w:rsidRPr="00CD0547">
              <w:rPr>
                <w:color w:val="000000"/>
                <w:szCs w:val="19"/>
              </w:rPr>
              <w:t>Оборот розничной торговли, млн. рублей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509335,3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99,4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8A239E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98,8</w:t>
            </w:r>
          </w:p>
        </w:tc>
        <w:tc>
          <w:tcPr>
            <w:tcW w:w="805" w:type="pct"/>
            <w:vAlign w:val="bottom"/>
          </w:tcPr>
          <w:p w:rsidR="00C8046B" w:rsidRPr="00CD0547" w:rsidRDefault="008E50A8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91,0</w:t>
            </w:r>
          </w:p>
        </w:tc>
      </w:tr>
      <w:tr w:rsidR="00625BE7" w:rsidRPr="00CD0547" w:rsidTr="00CD0547">
        <w:trPr>
          <w:trHeight w:val="159"/>
        </w:trPr>
        <w:tc>
          <w:tcPr>
            <w:tcW w:w="2171" w:type="pct"/>
          </w:tcPr>
          <w:p w:rsidR="00625BE7" w:rsidRPr="00CD0547" w:rsidRDefault="00625BE7" w:rsidP="00023041">
            <w:pPr>
              <w:spacing w:line="216" w:lineRule="auto"/>
              <w:rPr>
                <w:color w:val="000000"/>
                <w:szCs w:val="19"/>
                <w:vertAlign w:val="superscript"/>
              </w:rPr>
            </w:pPr>
            <w:r w:rsidRPr="00CD0547">
              <w:rPr>
                <w:szCs w:val="19"/>
              </w:rPr>
              <w:t>Объем платных услуг населению, млн. рублей</w:t>
            </w:r>
          </w:p>
        </w:tc>
        <w:tc>
          <w:tcPr>
            <w:tcW w:w="516" w:type="pct"/>
            <w:vAlign w:val="bottom"/>
          </w:tcPr>
          <w:p w:rsidR="00625BE7" w:rsidRPr="00CD0547" w:rsidRDefault="00625BE7" w:rsidP="00092805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119827,6</w:t>
            </w:r>
          </w:p>
        </w:tc>
        <w:tc>
          <w:tcPr>
            <w:tcW w:w="693" w:type="pct"/>
            <w:vAlign w:val="bottom"/>
          </w:tcPr>
          <w:p w:rsidR="00625BE7" w:rsidRPr="00CD0547" w:rsidRDefault="00625BE7" w:rsidP="00092805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100,0</w:t>
            </w:r>
          </w:p>
        </w:tc>
        <w:tc>
          <w:tcPr>
            <w:tcW w:w="815" w:type="pct"/>
            <w:vAlign w:val="bottom"/>
          </w:tcPr>
          <w:p w:rsidR="00625BE7" w:rsidRPr="00CD0547" w:rsidRDefault="00625BE7" w:rsidP="00133C6F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99,6</w:t>
            </w:r>
          </w:p>
        </w:tc>
        <w:tc>
          <w:tcPr>
            <w:tcW w:w="805" w:type="pct"/>
            <w:vAlign w:val="bottom"/>
          </w:tcPr>
          <w:p w:rsidR="00625BE7" w:rsidRPr="00CD0547" w:rsidRDefault="00625BE7" w:rsidP="002842E1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101,8</w:t>
            </w:r>
          </w:p>
        </w:tc>
      </w:tr>
      <w:tr w:rsidR="00C8046B" w:rsidRPr="00CD0547" w:rsidTr="00CD0547">
        <w:trPr>
          <w:trHeight w:val="132"/>
        </w:trPr>
        <w:tc>
          <w:tcPr>
            <w:tcW w:w="2171" w:type="pct"/>
          </w:tcPr>
          <w:p w:rsidR="00C8046B" w:rsidRPr="00CD0547" w:rsidRDefault="00C8046B" w:rsidP="0013249D">
            <w:pPr>
              <w:spacing w:line="216" w:lineRule="auto"/>
              <w:rPr>
                <w:szCs w:val="19"/>
              </w:rPr>
            </w:pPr>
            <w:r w:rsidRPr="00CD0547">
              <w:rPr>
                <w:szCs w:val="19"/>
              </w:rPr>
              <w:t>Индекс потребительских цен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7C5B97">
            <w:pPr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х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DD7347">
            <w:pPr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104,6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DD7347">
            <w:pPr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104,7</w:t>
            </w:r>
          </w:p>
        </w:tc>
        <w:tc>
          <w:tcPr>
            <w:tcW w:w="805" w:type="pct"/>
            <w:vAlign w:val="bottom"/>
          </w:tcPr>
          <w:p w:rsidR="00C8046B" w:rsidRPr="00CD0547" w:rsidRDefault="00C8046B" w:rsidP="00DD7347">
            <w:pPr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101,0</w:t>
            </w:r>
          </w:p>
        </w:tc>
      </w:tr>
      <w:tr w:rsidR="00C8046B" w:rsidRPr="00CD0547" w:rsidTr="00CD0547">
        <w:trPr>
          <w:trHeight w:val="116"/>
        </w:trPr>
        <w:tc>
          <w:tcPr>
            <w:tcW w:w="2171" w:type="pct"/>
          </w:tcPr>
          <w:p w:rsidR="00C8046B" w:rsidRPr="00CD0547" w:rsidRDefault="00C8046B" w:rsidP="0013249D">
            <w:pPr>
              <w:spacing w:line="216" w:lineRule="auto"/>
              <w:rPr>
                <w:color w:val="000000"/>
                <w:szCs w:val="19"/>
                <w:vertAlign w:val="superscript"/>
              </w:rPr>
            </w:pPr>
            <w:r w:rsidRPr="00CD0547">
              <w:rPr>
                <w:color w:val="000000"/>
                <w:szCs w:val="19"/>
              </w:rPr>
              <w:t>Индекс цен производителей  промышленных товаров</w:t>
            </w:r>
            <w:proofErr w:type="gramStart"/>
            <w:r w:rsidRPr="00CD0547">
              <w:rPr>
                <w:i/>
                <w:color w:val="000000"/>
                <w:szCs w:val="19"/>
                <w:vertAlign w:val="superscript"/>
              </w:rPr>
              <w:t>2</w:t>
            </w:r>
            <w:proofErr w:type="gramEnd"/>
            <w:r w:rsidRPr="00CD0547">
              <w:rPr>
                <w:i/>
                <w:color w:val="000000"/>
                <w:szCs w:val="19"/>
                <w:vertAlign w:val="superscript"/>
              </w:rPr>
              <w:t>)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7C5B97">
            <w:pPr>
              <w:jc w:val="center"/>
              <w:rPr>
                <w:color w:val="000000"/>
                <w:szCs w:val="19"/>
              </w:rPr>
            </w:pPr>
            <w:r w:rsidRPr="00CD0547">
              <w:rPr>
                <w:color w:val="000000"/>
                <w:szCs w:val="19"/>
              </w:rPr>
              <w:t>х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101,3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101,6</w:t>
            </w:r>
          </w:p>
        </w:tc>
        <w:tc>
          <w:tcPr>
            <w:tcW w:w="805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104,6</w:t>
            </w:r>
          </w:p>
        </w:tc>
      </w:tr>
      <w:tr w:rsidR="00C8046B" w:rsidRPr="00CD0547" w:rsidTr="00CD0547">
        <w:trPr>
          <w:trHeight w:val="82"/>
        </w:trPr>
        <w:tc>
          <w:tcPr>
            <w:tcW w:w="2171" w:type="pct"/>
          </w:tcPr>
          <w:p w:rsidR="00C8046B" w:rsidRPr="00CD0547" w:rsidRDefault="00C8046B" w:rsidP="00730049">
            <w:pPr>
              <w:spacing w:line="204" w:lineRule="auto"/>
              <w:rPr>
                <w:szCs w:val="19"/>
              </w:rPr>
            </w:pPr>
            <w:r w:rsidRPr="00CD0547">
              <w:rPr>
                <w:szCs w:val="19"/>
              </w:rPr>
              <w:t>Среднемесячная начисленная заработная плата одного работника: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730049">
            <w:pPr>
              <w:spacing w:line="204" w:lineRule="auto"/>
              <w:jc w:val="center"/>
              <w:rPr>
                <w:color w:val="FF0000"/>
                <w:szCs w:val="19"/>
              </w:rPr>
            </w:pPr>
          </w:p>
        </w:tc>
        <w:tc>
          <w:tcPr>
            <w:tcW w:w="693" w:type="pct"/>
            <w:vAlign w:val="bottom"/>
          </w:tcPr>
          <w:p w:rsidR="00C8046B" w:rsidRPr="00CD0547" w:rsidRDefault="00C8046B" w:rsidP="00730049">
            <w:pPr>
              <w:spacing w:line="204" w:lineRule="auto"/>
              <w:jc w:val="center"/>
              <w:rPr>
                <w:iCs/>
                <w:color w:val="FF0000"/>
                <w:szCs w:val="19"/>
              </w:rPr>
            </w:pPr>
          </w:p>
        </w:tc>
        <w:tc>
          <w:tcPr>
            <w:tcW w:w="815" w:type="pct"/>
            <w:vAlign w:val="bottom"/>
          </w:tcPr>
          <w:p w:rsidR="00C8046B" w:rsidRPr="00CD0547" w:rsidRDefault="00C8046B" w:rsidP="00730049">
            <w:pPr>
              <w:spacing w:line="204" w:lineRule="auto"/>
              <w:jc w:val="center"/>
              <w:rPr>
                <w:iCs/>
                <w:color w:val="FF0000"/>
                <w:szCs w:val="19"/>
              </w:rPr>
            </w:pPr>
          </w:p>
        </w:tc>
        <w:tc>
          <w:tcPr>
            <w:tcW w:w="805" w:type="pct"/>
            <w:vAlign w:val="bottom"/>
          </w:tcPr>
          <w:p w:rsidR="00C8046B" w:rsidRPr="00CD0547" w:rsidRDefault="00C8046B" w:rsidP="00730049">
            <w:pPr>
              <w:spacing w:line="204" w:lineRule="auto"/>
              <w:jc w:val="center"/>
              <w:rPr>
                <w:color w:val="FF0000"/>
                <w:szCs w:val="19"/>
              </w:rPr>
            </w:pPr>
          </w:p>
        </w:tc>
      </w:tr>
      <w:tr w:rsidR="00C8046B" w:rsidRPr="00CD0547" w:rsidTr="00CD0547">
        <w:trPr>
          <w:trHeight w:val="146"/>
        </w:trPr>
        <w:tc>
          <w:tcPr>
            <w:tcW w:w="2171" w:type="pct"/>
          </w:tcPr>
          <w:p w:rsidR="00C8046B" w:rsidRPr="00CD0547" w:rsidRDefault="00C8046B" w:rsidP="00730049">
            <w:pPr>
              <w:spacing w:line="204" w:lineRule="auto"/>
              <w:ind w:left="227" w:hanging="85"/>
              <w:rPr>
                <w:szCs w:val="19"/>
              </w:rPr>
            </w:pPr>
            <w:proofErr w:type="gramStart"/>
            <w:r w:rsidRPr="00CD0547">
              <w:rPr>
                <w:szCs w:val="19"/>
              </w:rPr>
              <w:t>номинальная</w:t>
            </w:r>
            <w:proofErr w:type="gramEnd"/>
            <w:r w:rsidRPr="00CD0547">
              <w:rPr>
                <w:szCs w:val="19"/>
              </w:rPr>
              <w:t>, рублей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4370F3">
            <w:pPr>
              <w:jc w:val="center"/>
              <w:rPr>
                <w:szCs w:val="19"/>
              </w:rPr>
            </w:pPr>
            <w:r w:rsidRPr="00CD0547">
              <w:rPr>
                <w:bCs/>
                <w:szCs w:val="19"/>
              </w:rPr>
              <w:t>26186,3</w:t>
            </w:r>
            <w:r w:rsidRPr="00CD0547">
              <w:rPr>
                <w:bCs/>
                <w:i/>
                <w:szCs w:val="19"/>
                <w:vertAlign w:val="superscript"/>
              </w:rPr>
              <w:t>4)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4370F3">
            <w:pPr>
              <w:jc w:val="center"/>
              <w:rPr>
                <w:szCs w:val="19"/>
              </w:rPr>
            </w:pPr>
            <w:r w:rsidRPr="00CD0547">
              <w:rPr>
                <w:bCs/>
                <w:szCs w:val="19"/>
              </w:rPr>
              <w:t>107,0</w:t>
            </w:r>
            <w:r w:rsidRPr="00CD0547">
              <w:rPr>
                <w:bCs/>
                <w:i/>
                <w:szCs w:val="19"/>
                <w:vertAlign w:val="superscript"/>
              </w:rPr>
              <w:t>5)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  <w:vertAlign w:val="superscript"/>
              </w:rPr>
            </w:pPr>
            <w:r w:rsidRPr="00CD0547">
              <w:rPr>
                <w:szCs w:val="19"/>
              </w:rPr>
              <w:t>106,9</w:t>
            </w:r>
            <w:r w:rsidRPr="00CD0547">
              <w:rPr>
                <w:i/>
                <w:szCs w:val="19"/>
                <w:vertAlign w:val="superscript"/>
              </w:rPr>
              <w:t>6)</w:t>
            </w:r>
          </w:p>
        </w:tc>
        <w:tc>
          <w:tcPr>
            <w:tcW w:w="805" w:type="pct"/>
            <w:vAlign w:val="bottom"/>
          </w:tcPr>
          <w:p w:rsidR="00C8046B" w:rsidRPr="00CD0547" w:rsidRDefault="00C8046B" w:rsidP="007E424F">
            <w:pPr>
              <w:jc w:val="center"/>
              <w:rPr>
                <w:szCs w:val="19"/>
              </w:rPr>
            </w:pPr>
            <w:r w:rsidRPr="00CD0547">
              <w:rPr>
                <w:bCs/>
                <w:szCs w:val="19"/>
              </w:rPr>
              <w:t>113,2</w:t>
            </w:r>
            <w:r w:rsidRPr="00CD0547">
              <w:rPr>
                <w:bCs/>
                <w:i/>
                <w:szCs w:val="19"/>
                <w:vertAlign w:val="superscript"/>
              </w:rPr>
              <w:t>5)</w:t>
            </w:r>
          </w:p>
        </w:tc>
      </w:tr>
      <w:tr w:rsidR="00C8046B" w:rsidRPr="00CD0547" w:rsidTr="00CD0547">
        <w:trPr>
          <w:trHeight w:val="56"/>
        </w:trPr>
        <w:tc>
          <w:tcPr>
            <w:tcW w:w="2171" w:type="pct"/>
          </w:tcPr>
          <w:p w:rsidR="00C8046B" w:rsidRPr="00CD0547" w:rsidRDefault="00C8046B" w:rsidP="00730049">
            <w:pPr>
              <w:spacing w:line="204" w:lineRule="auto"/>
              <w:ind w:left="227" w:hanging="85"/>
              <w:rPr>
                <w:szCs w:val="19"/>
              </w:rPr>
            </w:pPr>
            <w:r w:rsidRPr="00CD0547">
              <w:rPr>
                <w:szCs w:val="19"/>
              </w:rPr>
              <w:t>реальная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х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bCs/>
                <w:szCs w:val="19"/>
              </w:rPr>
              <w:t>102,2</w:t>
            </w:r>
            <w:r w:rsidRPr="00CD0547">
              <w:rPr>
                <w:bCs/>
                <w:i/>
                <w:szCs w:val="19"/>
                <w:vertAlign w:val="superscript"/>
              </w:rPr>
              <w:t>5)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E63530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102,1</w:t>
            </w:r>
            <w:r w:rsidRPr="00CD0547">
              <w:rPr>
                <w:i/>
                <w:szCs w:val="19"/>
                <w:vertAlign w:val="superscript"/>
              </w:rPr>
              <w:t>6)</w:t>
            </w:r>
          </w:p>
        </w:tc>
        <w:tc>
          <w:tcPr>
            <w:tcW w:w="805" w:type="pct"/>
            <w:vAlign w:val="bottom"/>
          </w:tcPr>
          <w:p w:rsidR="00C8046B" w:rsidRPr="00CD0547" w:rsidRDefault="00C8046B" w:rsidP="007E424F">
            <w:pPr>
              <w:jc w:val="center"/>
              <w:rPr>
                <w:szCs w:val="19"/>
              </w:rPr>
            </w:pPr>
            <w:r w:rsidRPr="00CD0547">
              <w:rPr>
                <w:bCs/>
                <w:szCs w:val="19"/>
              </w:rPr>
              <w:t>112,2</w:t>
            </w:r>
            <w:r w:rsidRPr="00CD0547">
              <w:rPr>
                <w:bCs/>
                <w:i/>
                <w:szCs w:val="19"/>
                <w:vertAlign w:val="superscript"/>
              </w:rPr>
              <w:t>5)</w:t>
            </w:r>
          </w:p>
        </w:tc>
      </w:tr>
      <w:tr w:rsidR="00C8046B" w:rsidRPr="00CD0547" w:rsidTr="00CD0547">
        <w:trPr>
          <w:trHeight w:val="138"/>
        </w:trPr>
        <w:tc>
          <w:tcPr>
            <w:tcW w:w="2171" w:type="pct"/>
          </w:tcPr>
          <w:p w:rsidR="00C8046B" w:rsidRPr="00CD0547" w:rsidRDefault="00C8046B" w:rsidP="00730049">
            <w:pPr>
              <w:spacing w:line="204" w:lineRule="auto"/>
              <w:rPr>
                <w:szCs w:val="19"/>
                <w:vertAlign w:val="superscript"/>
              </w:rPr>
            </w:pPr>
            <w:r w:rsidRPr="00CD0547">
              <w:rPr>
                <w:szCs w:val="19"/>
              </w:rPr>
              <w:t>Просроченная задолженность по заработной плате, тыс. рублей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7E424F">
            <w:pPr>
              <w:jc w:val="center"/>
              <w:rPr>
                <w:szCs w:val="19"/>
                <w:vertAlign w:val="superscript"/>
              </w:rPr>
            </w:pPr>
            <w:r w:rsidRPr="00CD0547">
              <w:rPr>
                <w:szCs w:val="19"/>
              </w:rPr>
              <w:t>19695</w:t>
            </w:r>
            <w:r w:rsidRPr="00CD0547">
              <w:rPr>
                <w:i/>
                <w:szCs w:val="19"/>
                <w:vertAlign w:val="superscript"/>
              </w:rPr>
              <w:t>7)</w:t>
            </w:r>
            <w:r w:rsidRPr="00CD0547">
              <w:rPr>
                <w:szCs w:val="19"/>
                <w:vertAlign w:val="superscript"/>
              </w:rPr>
              <w:t xml:space="preserve">             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7E424F">
            <w:pPr>
              <w:jc w:val="center"/>
              <w:rPr>
                <w:iCs/>
                <w:szCs w:val="19"/>
                <w:vertAlign w:val="superscript"/>
              </w:rPr>
            </w:pPr>
            <w:r w:rsidRPr="00CD0547">
              <w:rPr>
                <w:szCs w:val="19"/>
              </w:rPr>
              <w:t>22,0</w:t>
            </w:r>
            <w:r w:rsidRPr="00CD0547">
              <w:rPr>
                <w:i/>
                <w:iCs/>
                <w:szCs w:val="19"/>
                <w:vertAlign w:val="superscript"/>
              </w:rPr>
              <w:t>8)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CF7BF8">
            <w:pPr>
              <w:jc w:val="center"/>
              <w:rPr>
                <w:szCs w:val="19"/>
                <w:vertAlign w:val="superscript"/>
              </w:rPr>
            </w:pPr>
            <w:r w:rsidRPr="00CD0547">
              <w:rPr>
                <w:szCs w:val="19"/>
              </w:rPr>
              <w:t>37,5</w:t>
            </w:r>
            <w:r w:rsidRPr="00CD0547">
              <w:rPr>
                <w:i/>
                <w:szCs w:val="19"/>
                <w:vertAlign w:val="superscript"/>
              </w:rPr>
              <w:t>9)</w:t>
            </w:r>
          </w:p>
        </w:tc>
        <w:tc>
          <w:tcPr>
            <w:tcW w:w="805" w:type="pct"/>
            <w:vAlign w:val="bottom"/>
          </w:tcPr>
          <w:p w:rsidR="00C8046B" w:rsidRPr="00CD0547" w:rsidRDefault="00C8046B" w:rsidP="007E424F">
            <w:pPr>
              <w:jc w:val="center"/>
              <w:rPr>
                <w:szCs w:val="19"/>
                <w:vertAlign w:val="superscript"/>
              </w:rPr>
            </w:pPr>
            <w:r w:rsidRPr="00CD0547">
              <w:rPr>
                <w:szCs w:val="19"/>
              </w:rPr>
              <w:t>143,3</w:t>
            </w:r>
            <w:r w:rsidRPr="00CD0547">
              <w:rPr>
                <w:i/>
                <w:szCs w:val="19"/>
                <w:vertAlign w:val="superscript"/>
              </w:rPr>
              <w:t>8)</w:t>
            </w:r>
          </w:p>
        </w:tc>
      </w:tr>
      <w:tr w:rsidR="00C8046B" w:rsidRPr="00CD0547" w:rsidTr="00CD0547">
        <w:trPr>
          <w:trHeight w:val="168"/>
        </w:trPr>
        <w:tc>
          <w:tcPr>
            <w:tcW w:w="2171" w:type="pct"/>
          </w:tcPr>
          <w:p w:rsidR="00C8046B" w:rsidRPr="00CD0547" w:rsidRDefault="00C8046B" w:rsidP="00730049">
            <w:pPr>
              <w:spacing w:line="204" w:lineRule="auto"/>
              <w:rPr>
                <w:szCs w:val="19"/>
                <w:vertAlign w:val="superscript"/>
              </w:rPr>
            </w:pPr>
            <w:r w:rsidRPr="00CD0547">
              <w:rPr>
                <w:szCs w:val="19"/>
              </w:rPr>
              <w:t>Численность официально зарегистрированных  безработных, тыс. человек</w:t>
            </w:r>
          </w:p>
        </w:tc>
        <w:tc>
          <w:tcPr>
            <w:tcW w:w="516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20,2</w:t>
            </w:r>
          </w:p>
        </w:tc>
        <w:tc>
          <w:tcPr>
            <w:tcW w:w="693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87,5</w:t>
            </w:r>
          </w:p>
        </w:tc>
        <w:tc>
          <w:tcPr>
            <w:tcW w:w="815" w:type="pct"/>
            <w:vAlign w:val="bottom"/>
          </w:tcPr>
          <w:p w:rsidR="00C8046B" w:rsidRPr="00CD0547" w:rsidRDefault="00C8046B" w:rsidP="00DD7347">
            <w:pPr>
              <w:spacing w:line="204" w:lineRule="auto"/>
              <w:jc w:val="center"/>
              <w:rPr>
                <w:iCs/>
                <w:szCs w:val="19"/>
              </w:rPr>
            </w:pPr>
            <w:r w:rsidRPr="00CD0547">
              <w:rPr>
                <w:iCs/>
                <w:szCs w:val="19"/>
              </w:rPr>
              <w:t>87,1</w:t>
            </w:r>
          </w:p>
        </w:tc>
        <w:tc>
          <w:tcPr>
            <w:tcW w:w="805" w:type="pct"/>
            <w:vAlign w:val="bottom"/>
          </w:tcPr>
          <w:p w:rsidR="00C8046B" w:rsidRPr="00CD0547" w:rsidRDefault="00C8046B" w:rsidP="00DD7347">
            <w:pPr>
              <w:jc w:val="center"/>
              <w:rPr>
                <w:szCs w:val="19"/>
              </w:rPr>
            </w:pPr>
            <w:r w:rsidRPr="00CD0547">
              <w:rPr>
                <w:szCs w:val="19"/>
              </w:rPr>
              <w:t>92,8</w:t>
            </w:r>
          </w:p>
        </w:tc>
      </w:tr>
      <w:tr w:rsidR="00C8046B" w:rsidRPr="00CD0547" w:rsidTr="0013249D">
        <w:trPr>
          <w:trHeight w:val="168"/>
        </w:trPr>
        <w:tc>
          <w:tcPr>
            <w:tcW w:w="5000" w:type="pct"/>
            <w:gridSpan w:val="5"/>
          </w:tcPr>
          <w:p w:rsidR="00C8046B" w:rsidRPr="00CD0547" w:rsidRDefault="00C8046B" w:rsidP="0013249D">
            <w:pPr>
              <w:pStyle w:val="20"/>
              <w:spacing w:before="0"/>
              <w:ind w:right="0"/>
              <w:rPr>
                <w:color w:val="auto"/>
                <w:sz w:val="24"/>
                <w:szCs w:val="17"/>
              </w:rPr>
            </w:pPr>
            <w:r w:rsidRPr="00CD0547">
              <w:rPr>
                <w:color w:val="auto"/>
                <w:sz w:val="24"/>
                <w:szCs w:val="17"/>
                <w:vertAlign w:val="superscript"/>
              </w:rPr>
              <w:t>1)</w:t>
            </w:r>
            <w:r w:rsidRPr="00CD0547">
              <w:rPr>
                <w:color w:val="auto"/>
                <w:sz w:val="24"/>
                <w:szCs w:val="17"/>
              </w:rPr>
              <w:t xml:space="preserve"> Исчисляется на основе данных об изменении физического объема производства  продукции сельского хозяйства, добычи полезных ископаемых, обрабатывающих производств, обеспечение электрической энергией, газом и паром; кондиционирование воздуха,  водоснабжение; водоотведение, организация сбора и утилизация отходов, деятельность по ликвидации загрязнений, строительства, транспорта, розничной и оптовой торговли. </w:t>
            </w:r>
          </w:p>
          <w:p w:rsidR="00C8046B" w:rsidRPr="00CD0547" w:rsidRDefault="00C8046B" w:rsidP="0013249D">
            <w:pPr>
              <w:pStyle w:val="20"/>
              <w:spacing w:before="0"/>
              <w:ind w:right="0"/>
              <w:rPr>
                <w:color w:val="auto"/>
                <w:sz w:val="24"/>
                <w:szCs w:val="17"/>
              </w:rPr>
            </w:pPr>
            <w:r w:rsidRPr="00CD0547">
              <w:rPr>
                <w:i w:val="0"/>
                <w:color w:val="auto"/>
                <w:sz w:val="24"/>
                <w:szCs w:val="17"/>
                <w:vertAlign w:val="superscript"/>
              </w:rPr>
              <w:t xml:space="preserve">2) </w:t>
            </w:r>
            <w:r w:rsidRPr="00CD0547">
              <w:rPr>
                <w:color w:val="auto"/>
                <w:sz w:val="24"/>
                <w:szCs w:val="17"/>
              </w:rPr>
              <w:t>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      </w:r>
          </w:p>
          <w:p w:rsidR="00C8046B" w:rsidRPr="00CD0547" w:rsidRDefault="00C8046B" w:rsidP="0013249D">
            <w:pPr>
              <w:pStyle w:val="20"/>
              <w:spacing w:before="0"/>
              <w:ind w:right="0"/>
              <w:rPr>
                <w:color w:val="auto"/>
                <w:sz w:val="24"/>
                <w:szCs w:val="17"/>
              </w:rPr>
            </w:pPr>
            <w:r w:rsidRPr="00CD0547">
              <w:rPr>
                <w:color w:val="auto"/>
                <w:sz w:val="24"/>
                <w:szCs w:val="17"/>
                <w:vertAlign w:val="superscript"/>
              </w:rPr>
              <w:t xml:space="preserve">3) </w:t>
            </w:r>
            <w:r w:rsidRPr="00CD0547">
              <w:rPr>
                <w:color w:val="auto"/>
                <w:sz w:val="24"/>
                <w:szCs w:val="17"/>
              </w:rPr>
              <w:t>С учетом поправки на неформальную деятельност</w:t>
            </w:r>
            <w:proofErr w:type="gramStart"/>
            <w:r w:rsidRPr="00CD0547">
              <w:rPr>
                <w:color w:val="auto"/>
                <w:sz w:val="24"/>
                <w:szCs w:val="17"/>
              </w:rPr>
              <w:t>ь(</w:t>
            </w:r>
            <w:proofErr w:type="gramEnd"/>
            <w:r w:rsidRPr="00CD0547">
              <w:rPr>
                <w:color w:val="auto"/>
                <w:sz w:val="24"/>
                <w:szCs w:val="17"/>
              </w:rPr>
              <w:t>с учетом физических лиц, не учтенных в органах УФНС по РД .</w:t>
            </w:r>
          </w:p>
          <w:p w:rsidR="00C8046B" w:rsidRPr="00CD0547" w:rsidRDefault="00C8046B" w:rsidP="0013249D">
            <w:pPr>
              <w:pStyle w:val="20"/>
              <w:spacing w:before="0"/>
              <w:ind w:right="0"/>
              <w:rPr>
                <w:color w:val="auto"/>
                <w:sz w:val="24"/>
                <w:szCs w:val="17"/>
              </w:rPr>
            </w:pPr>
            <w:r w:rsidRPr="00CD0547">
              <w:rPr>
                <w:color w:val="auto"/>
                <w:sz w:val="24"/>
                <w:szCs w:val="17"/>
                <w:vertAlign w:val="superscript"/>
              </w:rPr>
              <w:t>4)</w:t>
            </w:r>
            <w:r w:rsidRPr="00CD0547">
              <w:rPr>
                <w:color w:val="auto"/>
                <w:sz w:val="24"/>
                <w:szCs w:val="17"/>
              </w:rPr>
              <w:t>Январь-октябрь 2019г.</w:t>
            </w:r>
          </w:p>
          <w:p w:rsidR="00C8046B" w:rsidRPr="00CD0547" w:rsidRDefault="00C8046B" w:rsidP="0013249D">
            <w:pPr>
              <w:pStyle w:val="20"/>
              <w:spacing w:before="0"/>
              <w:ind w:right="0"/>
              <w:rPr>
                <w:color w:val="auto"/>
                <w:sz w:val="24"/>
                <w:szCs w:val="17"/>
              </w:rPr>
            </w:pPr>
            <w:r w:rsidRPr="00CD0547">
              <w:rPr>
                <w:color w:val="auto"/>
                <w:sz w:val="24"/>
                <w:szCs w:val="17"/>
                <w:vertAlign w:val="superscript"/>
              </w:rPr>
              <w:t>5)</w:t>
            </w:r>
            <w:r w:rsidRPr="00CD0547">
              <w:rPr>
                <w:color w:val="auto"/>
                <w:sz w:val="24"/>
                <w:szCs w:val="17"/>
              </w:rPr>
              <w:t xml:space="preserve">Январь-октябрь </w:t>
            </w:r>
            <w:proofErr w:type="gramStart"/>
            <w:r w:rsidRPr="00CD0547">
              <w:rPr>
                <w:color w:val="auto"/>
                <w:sz w:val="24"/>
                <w:szCs w:val="17"/>
              </w:rPr>
              <w:t>в</w:t>
            </w:r>
            <w:proofErr w:type="gramEnd"/>
            <w:r w:rsidRPr="00CD0547">
              <w:rPr>
                <w:color w:val="auto"/>
                <w:sz w:val="24"/>
                <w:szCs w:val="17"/>
              </w:rPr>
              <w:t xml:space="preserve"> % к январю-октябрю предыдущего года.</w:t>
            </w:r>
          </w:p>
          <w:p w:rsidR="00C8046B" w:rsidRPr="00CD0547" w:rsidRDefault="00C8046B" w:rsidP="00CF7BF8">
            <w:pPr>
              <w:pStyle w:val="20"/>
              <w:spacing w:before="0"/>
              <w:ind w:right="0"/>
              <w:rPr>
                <w:color w:val="auto"/>
                <w:sz w:val="24"/>
                <w:szCs w:val="17"/>
              </w:rPr>
            </w:pPr>
            <w:r w:rsidRPr="00CD0547">
              <w:rPr>
                <w:color w:val="auto"/>
                <w:sz w:val="24"/>
                <w:szCs w:val="17"/>
                <w:vertAlign w:val="superscript"/>
              </w:rPr>
              <w:t>6)</w:t>
            </w:r>
            <w:r w:rsidRPr="00CD0547">
              <w:rPr>
                <w:color w:val="auto"/>
                <w:sz w:val="24"/>
                <w:szCs w:val="17"/>
              </w:rPr>
              <w:t xml:space="preserve"> Январь-сентябрь </w:t>
            </w:r>
            <w:proofErr w:type="gramStart"/>
            <w:r w:rsidRPr="00CD0547">
              <w:rPr>
                <w:color w:val="auto"/>
                <w:sz w:val="24"/>
                <w:szCs w:val="17"/>
              </w:rPr>
              <w:t>в</w:t>
            </w:r>
            <w:proofErr w:type="gramEnd"/>
            <w:r w:rsidRPr="00CD0547">
              <w:rPr>
                <w:color w:val="auto"/>
                <w:sz w:val="24"/>
                <w:szCs w:val="17"/>
              </w:rPr>
              <w:t xml:space="preserve"> % к январю-сентябрю предыдущего года.</w:t>
            </w:r>
          </w:p>
          <w:p w:rsidR="00C8046B" w:rsidRPr="00CD0547" w:rsidRDefault="00C8046B" w:rsidP="00CF671E">
            <w:pPr>
              <w:pStyle w:val="20"/>
              <w:spacing w:before="0"/>
              <w:ind w:right="0"/>
              <w:rPr>
                <w:i w:val="0"/>
                <w:color w:val="auto"/>
                <w:sz w:val="24"/>
                <w:szCs w:val="17"/>
              </w:rPr>
            </w:pPr>
            <w:r w:rsidRPr="00CD0547">
              <w:rPr>
                <w:color w:val="auto"/>
                <w:sz w:val="24"/>
                <w:szCs w:val="17"/>
                <w:vertAlign w:val="superscript"/>
              </w:rPr>
              <w:t>7)</w:t>
            </w:r>
            <w:r w:rsidRPr="00CD0547">
              <w:rPr>
                <w:color w:val="auto"/>
                <w:sz w:val="24"/>
                <w:szCs w:val="17"/>
              </w:rPr>
              <w:t xml:space="preserve"> На 1 декабря 2019г.</w:t>
            </w:r>
          </w:p>
          <w:p w:rsidR="00C8046B" w:rsidRPr="00CD0547" w:rsidRDefault="00C8046B" w:rsidP="00CF671E">
            <w:pPr>
              <w:spacing w:line="192" w:lineRule="auto"/>
              <w:rPr>
                <w:i/>
                <w:szCs w:val="17"/>
              </w:rPr>
            </w:pPr>
            <w:r w:rsidRPr="00CD0547">
              <w:rPr>
                <w:i/>
                <w:szCs w:val="17"/>
                <w:vertAlign w:val="superscript"/>
              </w:rPr>
              <w:t>8)</w:t>
            </w:r>
            <w:r w:rsidRPr="00CD0547">
              <w:rPr>
                <w:i/>
                <w:szCs w:val="17"/>
              </w:rPr>
              <w:t xml:space="preserve"> На 1 декабря </w:t>
            </w:r>
            <w:proofErr w:type="gramStart"/>
            <w:r w:rsidRPr="00CD0547">
              <w:rPr>
                <w:i/>
                <w:szCs w:val="17"/>
              </w:rPr>
              <w:t>в</w:t>
            </w:r>
            <w:proofErr w:type="gramEnd"/>
            <w:r w:rsidRPr="00CD0547">
              <w:rPr>
                <w:i/>
                <w:szCs w:val="17"/>
              </w:rPr>
              <w:t xml:space="preserve"> % к 1 декабря предыдущего года.</w:t>
            </w:r>
          </w:p>
          <w:p w:rsidR="00C8046B" w:rsidRPr="00CD0547" w:rsidRDefault="00C8046B" w:rsidP="00083CAE">
            <w:pPr>
              <w:spacing w:line="192" w:lineRule="auto"/>
              <w:rPr>
                <w:i/>
                <w:color w:val="FF0000"/>
                <w:szCs w:val="17"/>
              </w:rPr>
            </w:pPr>
            <w:r w:rsidRPr="00CD0547">
              <w:rPr>
                <w:i/>
                <w:szCs w:val="17"/>
                <w:vertAlign w:val="superscript"/>
              </w:rPr>
              <w:t>9)</w:t>
            </w:r>
            <w:r w:rsidRPr="00CD0547">
              <w:rPr>
                <w:i/>
                <w:szCs w:val="17"/>
              </w:rPr>
              <w:t xml:space="preserve"> На 1 ноября </w:t>
            </w:r>
            <w:proofErr w:type="gramStart"/>
            <w:r w:rsidRPr="00CD0547">
              <w:rPr>
                <w:i/>
                <w:szCs w:val="17"/>
              </w:rPr>
              <w:t>в</w:t>
            </w:r>
            <w:proofErr w:type="gramEnd"/>
            <w:r w:rsidRPr="00CD0547">
              <w:rPr>
                <w:i/>
                <w:szCs w:val="17"/>
              </w:rPr>
              <w:t xml:space="preserve"> % к ноября предыдущего года.</w:t>
            </w:r>
          </w:p>
        </w:tc>
      </w:tr>
    </w:tbl>
    <w:p w:rsidR="00C23E01" w:rsidRDefault="00C23E01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 w:rsidP="00CD0547">
      <w:pPr>
        <w:pStyle w:val="zag1"/>
        <w:rPr>
          <w:sz w:val="16"/>
          <w:szCs w:val="6"/>
        </w:rPr>
      </w:pPr>
    </w:p>
    <w:p w:rsidR="00CD0547" w:rsidRDefault="00CD0547">
      <w:pPr>
        <w:rPr>
          <w:rFonts w:ascii="Calibri" w:hAnsi="Calibri"/>
          <w:b/>
          <w:bCs/>
          <w:caps/>
          <w:sz w:val="28"/>
          <w:szCs w:val="28"/>
        </w:rPr>
      </w:pPr>
      <w:r>
        <w:rPr>
          <w:caps/>
        </w:rPr>
        <w:br w:type="page"/>
      </w:r>
    </w:p>
    <w:p w:rsidR="00CD0547" w:rsidRPr="00154C97" w:rsidRDefault="00CD0547" w:rsidP="00CD0547">
      <w:pPr>
        <w:pStyle w:val="4"/>
        <w:spacing w:before="0"/>
        <w:jc w:val="center"/>
        <w:rPr>
          <w:caps/>
          <w:sz w:val="24"/>
        </w:rPr>
      </w:pPr>
      <w:r w:rsidRPr="00154C97">
        <w:rPr>
          <w:caps/>
        </w:rPr>
        <w:lastRenderedPageBreak/>
        <w:t>Индексы промышленного производства</w:t>
      </w:r>
    </w:p>
    <w:p w:rsidR="00CD0547" w:rsidRPr="00CD0547" w:rsidRDefault="00CD0547" w:rsidP="00CD0547">
      <w:pPr>
        <w:pStyle w:val="4"/>
        <w:spacing w:before="0"/>
        <w:jc w:val="center"/>
        <w:rPr>
          <w:rFonts w:ascii="Times New Roman" w:hAnsi="Times New Roman"/>
        </w:rPr>
      </w:pPr>
      <w:r w:rsidRPr="00CD0547">
        <w:rPr>
          <w:rFonts w:ascii="Times New Roman" w:hAnsi="Times New Roman"/>
        </w:rPr>
        <w:t>за январь-ноябрь 2019 года</w:t>
      </w:r>
    </w:p>
    <w:p w:rsidR="00CD0547" w:rsidRPr="00CD0547" w:rsidRDefault="00CD0547" w:rsidP="00CD0547">
      <w:pPr>
        <w:rPr>
          <w:sz w:val="2"/>
        </w:rPr>
      </w:pPr>
    </w:p>
    <w:p w:rsidR="00CD0547" w:rsidRPr="003C00CF" w:rsidRDefault="00CD0547" w:rsidP="00CD0547">
      <w:pPr>
        <w:spacing w:line="312" w:lineRule="auto"/>
        <w:rPr>
          <w:sz w:val="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0"/>
        <w:gridCol w:w="1414"/>
        <w:gridCol w:w="1198"/>
        <w:gridCol w:w="1200"/>
        <w:gridCol w:w="1360"/>
      </w:tblGrid>
      <w:tr w:rsidR="00CD0547" w:rsidRPr="00B958A4" w:rsidTr="00CD0547">
        <w:trPr>
          <w:trHeight w:val="276"/>
        </w:trPr>
        <w:tc>
          <w:tcPr>
            <w:tcW w:w="2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547" w:rsidRPr="003009BF" w:rsidRDefault="00CD0547" w:rsidP="00061D2B">
            <w:pPr>
              <w:pStyle w:val="11"/>
              <w:widowControl w:val="0"/>
              <w:ind w:left="284" w:right="284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Январь-</w:t>
            </w:r>
            <w:r w:rsidRPr="000A6F90">
              <w:rPr>
                <w:color w:val="000000"/>
                <w:sz w:val="20"/>
              </w:rPr>
              <w:t xml:space="preserve"> 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ноябрь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 w:rsidRPr="00CA4C6F"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 xml:space="preserve">январю- 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ноябрю</w:t>
            </w:r>
          </w:p>
          <w:p w:rsidR="00CD0547" w:rsidRPr="003009BF" w:rsidRDefault="00CD0547" w:rsidP="00061D2B">
            <w:pPr>
              <w:pStyle w:val="11"/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A6F90">
              <w:rPr>
                <w:iCs/>
                <w:sz w:val="20"/>
              </w:rPr>
              <w:t>201</w:t>
            </w:r>
            <w:r w:rsidRPr="00A57FCA"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Ноябрь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  <w:lang w:val="en-US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CD0547" w:rsidRPr="003009BF" w:rsidRDefault="00CD0547" w:rsidP="00061D2B">
            <w:pPr>
              <w:pStyle w:val="11"/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proofErr w:type="spellStart"/>
            <w:r w:rsidRPr="000A6F90">
              <w:rPr>
                <w:b/>
                <w:iCs/>
                <w:sz w:val="20"/>
              </w:rPr>
              <w:t>Справочно</w:t>
            </w:r>
            <w:proofErr w:type="spellEnd"/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Январь-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ноябрь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январю-</w:t>
            </w:r>
            <w:r w:rsidRPr="000A6F90">
              <w:rPr>
                <w:color w:val="000000"/>
                <w:sz w:val="20"/>
              </w:rPr>
              <w:t xml:space="preserve"> 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ноябрю</w:t>
            </w:r>
          </w:p>
          <w:p w:rsidR="00CD0547" w:rsidRPr="00473E83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473E83">
              <w:rPr>
                <w:rFonts w:ascii="Times New Roman" w:hAnsi="Times New Roman"/>
                <w:i w:val="0"/>
                <w:iCs/>
              </w:rPr>
              <w:t>201</w:t>
            </w:r>
            <w:r>
              <w:rPr>
                <w:rFonts w:ascii="Times New Roman" w:hAnsi="Times New Roman"/>
                <w:i w:val="0"/>
                <w:iCs/>
              </w:rPr>
              <w:t>7</w:t>
            </w:r>
            <w:r w:rsidRPr="00473E83">
              <w:rPr>
                <w:rFonts w:ascii="Times New Roman" w:hAnsi="Times New Roman"/>
                <w:i w:val="0"/>
                <w:iCs/>
              </w:rPr>
              <w:t xml:space="preserve"> г.</w:t>
            </w:r>
          </w:p>
        </w:tc>
      </w:tr>
      <w:tr w:rsidR="00CD0547" w:rsidRPr="00B958A4" w:rsidTr="00CD0547">
        <w:trPr>
          <w:trHeight w:val="960"/>
        </w:trPr>
        <w:tc>
          <w:tcPr>
            <w:tcW w:w="2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3009BF" w:rsidRDefault="00CD0547" w:rsidP="00061D2B">
            <w:pPr>
              <w:pStyle w:val="11"/>
              <w:widowControl w:val="0"/>
              <w:ind w:left="284" w:right="284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iCs/>
                <w:sz w:val="20"/>
              </w:rPr>
            </w:pP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ноябрю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октябрю</w:t>
            </w:r>
          </w:p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0A6F90" w:rsidRDefault="00CD0547" w:rsidP="00061D2B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</w:p>
        </w:tc>
      </w:tr>
      <w:tr w:rsidR="00CD0547" w:rsidRPr="00EC62AC" w:rsidTr="00CD0547">
        <w:trPr>
          <w:trHeight w:val="249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11"/>
              <w:widowControl w:val="0"/>
              <w:spacing w:line="264" w:lineRule="auto"/>
              <w:ind w:left="284" w:right="284"/>
              <w:rPr>
                <w:snapToGrid/>
                <w:sz w:val="20"/>
              </w:rPr>
            </w:pPr>
            <w:r w:rsidRPr="007779B7">
              <w:rPr>
                <w:b/>
                <w:sz w:val="20"/>
              </w:rPr>
              <w:t>Всего по РД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6E4F93" w:rsidRDefault="00CD0547" w:rsidP="00061D2B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7</w:t>
            </w:r>
            <w:r>
              <w:rPr>
                <w:b/>
                <w:bCs/>
                <w:sz w:val="20"/>
              </w:rPr>
              <w:t>5,8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107,2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pStyle w:val="11"/>
              <w:jc w:val="center"/>
              <w:rPr>
                <w:b/>
                <w:bCs/>
                <w:sz w:val="20"/>
              </w:rPr>
            </w:pPr>
            <w:r w:rsidRPr="00A57FCA">
              <w:rPr>
                <w:b/>
                <w:bCs/>
                <w:sz w:val="20"/>
                <w:lang w:val="en-US"/>
              </w:rPr>
              <w:t>10</w:t>
            </w:r>
            <w:r>
              <w:rPr>
                <w:b/>
                <w:bCs/>
                <w:sz w:val="20"/>
              </w:rPr>
              <w:t>4</w:t>
            </w:r>
            <w:r w:rsidRPr="00A57FCA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1</w:t>
            </w:r>
          </w:p>
        </w:tc>
      </w:tr>
      <w:tr w:rsidR="00CD0547" w:rsidRPr="005968B4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</w:rPr>
              <w:t>93,1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A57FCA">
              <w:rPr>
                <w:b/>
                <w:sz w:val="20"/>
                <w:szCs w:val="20"/>
              </w:rPr>
              <w:t>10</w:t>
            </w:r>
            <w:r w:rsidRPr="00A57FCA">
              <w:rPr>
                <w:b/>
                <w:sz w:val="20"/>
                <w:szCs w:val="20"/>
                <w:lang w:val="en-US"/>
              </w:rPr>
              <w:t>1</w:t>
            </w:r>
            <w:r w:rsidRPr="00A57FC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</w:t>
            </w:r>
          </w:p>
        </w:tc>
      </w:tr>
      <w:tr w:rsidR="00CD0547" w:rsidRPr="00EC62AC" w:rsidTr="00CD0547">
        <w:trPr>
          <w:trHeight w:val="142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xl40"/>
              <w:spacing w:before="0" w:after="0" w:line="264" w:lineRule="auto"/>
              <w:ind w:left="284" w:right="113"/>
              <w:jc w:val="left"/>
              <w:rPr>
                <w:rFonts w:ascii="Times New Roman" w:eastAsia="Times New Roman" w:hAnsi="Times New Roman"/>
                <w:sz w:val="20"/>
              </w:rPr>
            </w:pPr>
            <w:r w:rsidRPr="007779B7">
              <w:rPr>
                <w:rFonts w:ascii="Times New Roman" w:eastAsia="Times New Roman" w:hAnsi="Times New Roman"/>
                <w:sz w:val="20"/>
              </w:rPr>
              <w:t>добыча сырой нефти и природного газа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94,1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95,8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 w:rsidRPr="00A57FCA"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57FCA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добыча прочих полезных ископаемых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90,7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CD0547" w:rsidRPr="005968B4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106,2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A57FCA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tabs>
                <w:tab w:val="left" w:pos="191"/>
              </w:tabs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103,1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98,4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11</w:t>
            </w:r>
            <w:r>
              <w:rPr>
                <w:bCs/>
                <w:sz w:val="20"/>
                <w:szCs w:val="20"/>
              </w:rPr>
              <w:t>7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8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напитков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117,1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95,9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10</w:t>
            </w:r>
            <w:r>
              <w:rPr>
                <w:bCs/>
                <w:sz w:val="20"/>
                <w:szCs w:val="20"/>
              </w:rPr>
              <w:t>3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0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текстильных изделий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121,5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4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0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одежды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99,3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</w:t>
            </w: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5,2 р.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8,7 р.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102,</w:t>
            </w:r>
            <w:r w:rsidRPr="00A57FCA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обработка древесины и производство изделий из дерева и пробки, кроме мебели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103,</w:t>
            </w: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бумаги и бумажных изделий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162,2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225505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53,6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16</w:t>
            </w:r>
            <w:r>
              <w:rPr>
                <w:bCs/>
                <w:sz w:val="20"/>
                <w:szCs w:val="20"/>
              </w:rPr>
              <w:t>1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кокса и нефтепродуктов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2,6 р.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133,3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2 р.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Pr="00A57FCA">
              <w:rPr>
                <w:bCs/>
                <w:sz w:val="20"/>
                <w:szCs w:val="20"/>
                <w:lang w:val="en-US"/>
              </w:rPr>
              <w:t>,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</w:t>
            </w:r>
            <w:r>
              <w:rPr>
                <w:sz w:val="20"/>
                <w:szCs w:val="20"/>
              </w:rPr>
              <w:t>химических продуктов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193,2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10,4 р.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EE52AB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122,1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6B502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6B5027">
              <w:rPr>
                <w:bCs/>
                <w:sz w:val="20"/>
                <w:szCs w:val="20"/>
                <w:lang w:val="en-US"/>
              </w:rPr>
              <w:t>1</w:t>
            </w:r>
            <w:r w:rsidRPr="006B5027">
              <w:rPr>
                <w:bCs/>
                <w:sz w:val="20"/>
                <w:szCs w:val="20"/>
              </w:rPr>
              <w:t>51</w:t>
            </w:r>
            <w:r w:rsidRPr="006B5027">
              <w:rPr>
                <w:bCs/>
                <w:sz w:val="20"/>
                <w:szCs w:val="20"/>
                <w:lang w:val="en-US"/>
              </w:rPr>
              <w:t>,</w:t>
            </w:r>
            <w:r w:rsidRPr="006B5027">
              <w:rPr>
                <w:bCs/>
                <w:sz w:val="20"/>
                <w:szCs w:val="20"/>
              </w:rPr>
              <w:t>0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лекарственных средств и </w:t>
            </w:r>
            <w:proofErr w:type="gramStart"/>
            <w:r w:rsidRPr="007779B7">
              <w:rPr>
                <w:sz w:val="20"/>
                <w:szCs w:val="20"/>
              </w:rPr>
              <w:t>материалов</w:t>
            </w:r>
            <w:proofErr w:type="gramEnd"/>
            <w:r w:rsidRPr="007779B7">
              <w:rPr>
                <w:sz w:val="20"/>
                <w:szCs w:val="20"/>
              </w:rPr>
              <w:t xml:space="preserve"> применяемых в медицинских целях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120,5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6B502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 w:rsidRPr="006B5027">
              <w:rPr>
                <w:bCs/>
                <w:sz w:val="20"/>
                <w:szCs w:val="20"/>
              </w:rPr>
              <w:t>в 3,4 р.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резиновых и пластмассовых изделий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CF0F66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100,8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6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прочей неметаллической минеральной продукции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180,9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</w:t>
            </w:r>
            <w:r w:rsidRPr="00A57FCA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CD0547" w:rsidRPr="0058173D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F7364C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1E57D2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1E57D2">
              <w:rPr>
                <w:rFonts w:ascii="Times New Roman" w:hAnsi="Times New Roman"/>
                <w:bCs/>
                <w:i w:val="0"/>
              </w:rPr>
              <w:t xml:space="preserve">в </w:t>
            </w:r>
            <w:r>
              <w:rPr>
                <w:rFonts w:ascii="Times New Roman" w:hAnsi="Times New Roman"/>
                <w:bCs/>
                <w:i w:val="0"/>
              </w:rPr>
              <w:t>450</w:t>
            </w:r>
            <w:r w:rsidRPr="001E57D2">
              <w:rPr>
                <w:rFonts w:ascii="Times New Roman" w:hAnsi="Times New Roman"/>
                <w:bCs/>
                <w:i w:val="0"/>
              </w:rPr>
              <w:t>,</w:t>
            </w:r>
            <w:r>
              <w:rPr>
                <w:rFonts w:ascii="Times New Roman" w:hAnsi="Times New Roman"/>
                <w:bCs/>
                <w:i w:val="0"/>
              </w:rPr>
              <w:t>8</w:t>
            </w:r>
            <w:r w:rsidRPr="001E57D2">
              <w:rPr>
                <w:rFonts w:ascii="Times New Roman" w:hAnsi="Times New Roman"/>
                <w:bCs/>
                <w:i w:val="0"/>
              </w:rPr>
              <w:t>р</w:t>
            </w:r>
            <w:r>
              <w:rPr>
                <w:rFonts w:ascii="Times New Roman" w:hAnsi="Times New Roman"/>
                <w:bCs/>
                <w:i w:val="0"/>
              </w:rPr>
              <w:t>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CD0547" w:rsidRPr="0058173D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компьютеров, электронных и оптических изделий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74,2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</w:rPr>
              <w:t>90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98,0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81,7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73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транспортных средств и оборудования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39,2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91,</w:t>
            </w:r>
            <w:r>
              <w:rPr>
                <w:sz w:val="20"/>
                <w:szCs w:val="20"/>
              </w:rPr>
              <w:t>9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мебели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101,8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CD0547" w:rsidRPr="00EC62AC" w:rsidTr="00CD0547"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готовых изделий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95,9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88,8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  <w:iCs/>
              </w:rPr>
            </w:pPr>
            <w:r>
              <w:rPr>
                <w:rFonts w:ascii="Times New Roman" w:hAnsi="Times New Roman"/>
                <w:i w:val="0"/>
                <w:iCs/>
              </w:rPr>
              <w:t>100,0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 w:rsidRPr="00A57FCA">
              <w:rPr>
                <w:iCs/>
                <w:sz w:val="20"/>
                <w:szCs w:val="20"/>
              </w:rPr>
              <w:t>10</w:t>
            </w:r>
            <w:r>
              <w:rPr>
                <w:iCs/>
                <w:sz w:val="20"/>
                <w:szCs w:val="20"/>
              </w:rPr>
              <w:t>4</w:t>
            </w:r>
            <w:r w:rsidRPr="00A57FCA">
              <w:rPr>
                <w:iCs/>
                <w:sz w:val="20"/>
                <w:szCs w:val="20"/>
              </w:rPr>
              <w:t>,</w:t>
            </w:r>
            <w:r>
              <w:rPr>
                <w:iCs/>
                <w:sz w:val="20"/>
                <w:szCs w:val="20"/>
              </w:rPr>
              <w:t>7</w:t>
            </w:r>
          </w:p>
        </w:tc>
      </w:tr>
      <w:tr w:rsidR="00CD0547" w:rsidRPr="005968B4" w:rsidTr="00CD0547">
        <w:trPr>
          <w:trHeight w:val="302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в 2,2 р.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A57FCA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547" w:rsidRPr="00EC62AC" w:rsidTr="00CD0547">
        <w:trPr>
          <w:trHeight w:val="192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6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CD0547" w:rsidRPr="00EC62AC" w:rsidTr="00CD0547">
        <w:trPr>
          <w:trHeight w:val="185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ind w:left="284" w:right="113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производство, передача и распределение э</w:t>
            </w:r>
            <w:r w:rsidRPr="007779B7">
              <w:rPr>
                <w:bCs/>
                <w:sz w:val="20"/>
                <w:szCs w:val="20"/>
              </w:rPr>
              <w:t>лектроэнергии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113,2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 w:rsidRPr="00A57FC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1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4</w:t>
            </w:r>
          </w:p>
        </w:tc>
      </w:tr>
      <w:tr w:rsidR="00CD0547" w:rsidRPr="00EC62AC" w:rsidTr="00CD0547">
        <w:trPr>
          <w:trHeight w:val="417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bCs/>
                <w:sz w:val="20"/>
                <w:szCs w:val="20"/>
              </w:rPr>
            </w:pPr>
            <w:r w:rsidRPr="007779B7">
              <w:rPr>
                <w:bCs/>
                <w:sz w:val="20"/>
                <w:szCs w:val="20"/>
              </w:rPr>
              <w:t xml:space="preserve">производство, передача и распределение пара и горячей воды; кондиционирование воздуха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в 3,1 р.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</w:t>
            </w:r>
          </w:p>
        </w:tc>
      </w:tr>
      <w:tr w:rsidR="00CD0547" w:rsidRPr="005968B4" w:rsidTr="00CD0547">
        <w:trPr>
          <w:trHeight w:val="385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103,6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 w:rsidRPr="00A57FCA">
              <w:rPr>
                <w:b/>
                <w:bCs/>
                <w:sz w:val="20"/>
                <w:szCs w:val="20"/>
              </w:rPr>
              <w:t>1,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0547" w:rsidRPr="00EC62AC" w:rsidTr="00CD0547">
        <w:trPr>
          <w:trHeight w:val="198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CD0547" w:rsidRPr="00B86882" w:rsidTr="00CD0547">
        <w:trPr>
          <w:trHeight w:val="231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забор, очистка и распределение воды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106,0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</w:t>
            </w:r>
            <w:r w:rsidRPr="00A57FCA"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3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CD0547" w:rsidRPr="00B86882" w:rsidTr="00CD0547">
        <w:trPr>
          <w:trHeight w:val="283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61,1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104,5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99,2</w:t>
            </w:r>
          </w:p>
        </w:tc>
      </w:tr>
      <w:tr w:rsidR="00CD0547" w:rsidRPr="00B86882" w:rsidTr="00CD0547">
        <w:trPr>
          <w:trHeight w:val="183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2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</w:t>
            </w:r>
          </w:p>
        </w:tc>
      </w:tr>
      <w:tr w:rsidR="00CD0547" w:rsidRPr="00B86882" w:rsidTr="00CD0547">
        <w:trPr>
          <w:trHeight w:val="350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7779B7" w:rsidRDefault="00CD0547" w:rsidP="00061D2B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547" w:rsidRPr="00A57FCA" w:rsidRDefault="00CD0547" w:rsidP="00061D2B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10</w:t>
            </w:r>
            <w:r w:rsidRPr="00A57FCA">
              <w:rPr>
                <w:bCs/>
                <w:sz w:val="20"/>
                <w:szCs w:val="20"/>
                <w:lang w:val="en-US"/>
              </w:rPr>
              <w:t>9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</w:t>
            </w:r>
          </w:p>
        </w:tc>
      </w:tr>
    </w:tbl>
    <w:p w:rsidR="00CD0547" w:rsidRPr="00CD0547" w:rsidRDefault="00CD0547" w:rsidP="00CD0547">
      <w:pPr>
        <w:rPr>
          <w:sz w:val="20"/>
        </w:rPr>
      </w:pPr>
    </w:p>
    <w:p w:rsidR="00CD0547" w:rsidRPr="00CD0547" w:rsidRDefault="00CD0547" w:rsidP="00CD0547">
      <w:pPr>
        <w:tabs>
          <w:tab w:val="left" w:pos="2513"/>
        </w:tabs>
        <w:spacing w:line="240" w:lineRule="exact"/>
        <w:ind w:right="424"/>
        <w:jc w:val="right"/>
        <w:rPr>
          <w:b/>
          <w:szCs w:val="28"/>
        </w:rPr>
      </w:pPr>
      <w:r w:rsidRPr="00CD0547">
        <w:rPr>
          <w:b/>
          <w:szCs w:val="28"/>
        </w:rPr>
        <w:t>Территориальный орган Федеральной службы</w:t>
      </w:r>
    </w:p>
    <w:p w:rsidR="00CD0547" w:rsidRPr="00CD0547" w:rsidRDefault="00CD0547" w:rsidP="00CD0547">
      <w:pPr>
        <w:ind w:right="424"/>
        <w:jc w:val="right"/>
        <w:rPr>
          <w:szCs w:val="28"/>
        </w:rPr>
      </w:pPr>
      <w:r w:rsidRPr="00CD0547">
        <w:rPr>
          <w:b/>
          <w:szCs w:val="28"/>
        </w:rPr>
        <w:t>государственной статистики по Республике Дагестан</w:t>
      </w:r>
    </w:p>
    <w:sectPr w:rsidR="00CD0547" w:rsidRPr="00CD0547" w:rsidSect="00EB14C1">
      <w:pgSz w:w="11906" w:h="16838" w:code="9"/>
      <w:pgMar w:top="397" w:right="737" w:bottom="284" w:left="1077" w:header="567" w:footer="227" w:gutter="0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35378"/>
    <w:rsid w:val="00012480"/>
    <w:rsid w:val="00014D0E"/>
    <w:rsid w:val="0001524E"/>
    <w:rsid w:val="00015FBF"/>
    <w:rsid w:val="00016ACB"/>
    <w:rsid w:val="00017593"/>
    <w:rsid w:val="00017831"/>
    <w:rsid w:val="00017950"/>
    <w:rsid w:val="00020B19"/>
    <w:rsid w:val="00022885"/>
    <w:rsid w:val="00023041"/>
    <w:rsid w:val="0002336F"/>
    <w:rsid w:val="000261D1"/>
    <w:rsid w:val="00030754"/>
    <w:rsid w:val="00033288"/>
    <w:rsid w:val="00034B01"/>
    <w:rsid w:val="00035378"/>
    <w:rsid w:val="00043493"/>
    <w:rsid w:val="00043D15"/>
    <w:rsid w:val="00044A2F"/>
    <w:rsid w:val="00044ABE"/>
    <w:rsid w:val="00046E7F"/>
    <w:rsid w:val="00050495"/>
    <w:rsid w:val="00050C6C"/>
    <w:rsid w:val="0005454B"/>
    <w:rsid w:val="000556E7"/>
    <w:rsid w:val="00057D0B"/>
    <w:rsid w:val="00062C6C"/>
    <w:rsid w:val="00065CBE"/>
    <w:rsid w:val="00066CC9"/>
    <w:rsid w:val="000701E7"/>
    <w:rsid w:val="000707A5"/>
    <w:rsid w:val="000722C1"/>
    <w:rsid w:val="00072D98"/>
    <w:rsid w:val="0007381A"/>
    <w:rsid w:val="000754D5"/>
    <w:rsid w:val="00077C06"/>
    <w:rsid w:val="000807C9"/>
    <w:rsid w:val="00083CAE"/>
    <w:rsid w:val="00087B90"/>
    <w:rsid w:val="00090E4C"/>
    <w:rsid w:val="000927AD"/>
    <w:rsid w:val="000A0F87"/>
    <w:rsid w:val="000A23E2"/>
    <w:rsid w:val="000A363A"/>
    <w:rsid w:val="000A43CB"/>
    <w:rsid w:val="000A5391"/>
    <w:rsid w:val="000A66CF"/>
    <w:rsid w:val="000A6E13"/>
    <w:rsid w:val="000A797B"/>
    <w:rsid w:val="000A7BF5"/>
    <w:rsid w:val="000B1C1C"/>
    <w:rsid w:val="000B3E38"/>
    <w:rsid w:val="000B3FC8"/>
    <w:rsid w:val="000B4127"/>
    <w:rsid w:val="000B4333"/>
    <w:rsid w:val="000B7919"/>
    <w:rsid w:val="000B7AC0"/>
    <w:rsid w:val="000C03AE"/>
    <w:rsid w:val="000C0EFD"/>
    <w:rsid w:val="000C427E"/>
    <w:rsid w:val="000C59AB"/>
    <w:rsid w:val="000C66BD"/>
    <w:rsid w:val="000C72D2"/>
    <w:rsid w:val="000D0A09"/>
    <w:rsid w:val="000D4B98"/>
    <w:rsid w:val="000E070B"/>
    <w:rsid w:val="000E2962"/>
    <w:rsid w:val="000E7AA5"/>
    <w:rsid w:val="000F0215"/>
    <w:rsid w:val="000F0D57"/>
    <w:rsid w:val="000F0DC5"/>
    <w:rsid w:val="000F19C1"/>
    <w:rsid w:val="000F1D9D"/>
    <w:rsid w:val="000F5BE0"/>
    <w:rsid w:val="001000D3"/>
    <w:rsid w:val="001001A6"/>
    <w:rsid w:val="00104A4F"/>
    <w:rsid w:val="00111FC7"/>
    <w:rsid w:val="00115665"/>
    <w:rsid w:val="001260D9"/>
    <w:rsid w:val="001269F1"/>
    <w:rsid w:val="00127CC4"/>
    <w:rsid w:val="001318A9"/>
    <w:rsid w:val="0013249D"/>
    <w:rsid w:val="00132FF1"/>
    <w:rsid w:val="001339BE"/>
    <w:rsid w:val="00133C6F"/>
    <w:rsid w:val="001347B8"/>
    <w:rsid w:val="00134E83"/>
    <w:rsid w:val="00140F66"/>
    <w:rsid w:val="00145A61"/>
    <w:rsid w:val="001539B9"/>
    <w:rsid w:val="00153E71"/>
    <w:rsid w:val="00155509"/>
    <w:rsid w:val="0016044F"/>
    <w:rsid w:val="00161D6B"/>
    <w:rsid w:val="001625B9"/>
    <w:rsid w:val="00162E95"/>
    <w:rsid w:val="00165AA0"/>
    <w:rsid w:val="001669EF"/>
    <w:rsid w:val="001716C6"/>
    <w:rsid w:val="001717DB"/>
    <w:rsid w:val="0017439E"/>
    <w:rsid w:val="00176EE4"/>
    <w:rsid w:val="0018087E"/>
    <w:rsid w:val="0018262F"/>
    <w:rsid w:val="00183324"/>
    <w:rsid w:val="001929CF"/>
    <w:rsid w:val="0019410C"/>
    <w:rsid w:val="00194637"/>
    <w:rsid w:val="00197923"/>
    <w:rsid w:val="001A3725"/>
    <w:rsid w:val="001A473B"/>
    <w:rsid w:val="001B2A8D"/>
    <w:rsid w:val="001B2F02"/>
    <w:rsid w:val="001B6FB8"/>
    <w:rsid w:val="001C323B"/>
    <w:rsid w:val="001C40C7"/>
    <w:rsid w:val="001C438B"/>
    <w:rsid w:val="001C635C"/>
    <w:rsid w:val="001C78C4"/>
    <w:rsid w:val="001C7DD8"/>
    <w:rsid w:val="001C7DF1"/>
    <w:rsid w:val="001D12E7"/>
    <w:rsid w:val="001D17BC"/>
    <w:rsid w:val="001D1C98"/>
    <w:rsid w:val="001D25D7"/>
    <w:rsid w:val="001D435D"/>
    <w:rsid w:val="001D6151"/>
    <w:rsid w:val="001D64C4"/>
    <w:rsid w:val="001D67CA"/>
    <w:rsid w:val="001D7BF4"/>
    <w:rsid w:val="001D7CF5"/>
    <w:rsid w:val="001E0383"/>
    <w:rsid w:val="001E04E7"/>
    <w:rsid w:val="001E416C"/>
    <w:rsid w:val="001E5A5A"/>
    <w:rsid w:val="001E73E4"/>
    <w:rsid w:val="001F0433"/>
    <w:rsid w:val="001F4159"/>
    <w:rsid w:val="001F4AB5"/>
    <w:rsid w:val="001F56DE"/>
    <w:rsid w:val="001F73A4"/>
    <w:rsid w:val="002002C4"/>
    <w:rsid w:val="0020133A"/>
    <w:rsid w:val="0020509A"/>
    <w:rsid w:val="00205972"/>
    <w:rsid w:val="0021175C"/>
    <w:rsid w:val="00211B79"/>
    <w:rsid w:val="00215397"/>
    <w:rsid w:val="00216902"/>
    <w:rsid w:val="00217A2B"/>
    <w:rsid w:val="00221CB8"/>
    <w:rsid w:val="00221FD4"/>
    <w:rsid w:val="00223397"/>
    <w:rsid w:val="0022582B"/>
    <w:rsid w:val="00230C84"/>
    <w:rsid w:val="002322F9"/>
    <w:rsid w:val="0023358D"/>
    <w:rsid w:val="00233FB0"/>
    <w:rsid w:val="002341E7"/>
    <w:rsid w:val="00236EB1"/>
    <w:rsid w:val="00240C81"/>
    <w:rsid w:val="002417A4"/>
    <w:rsid w:val="002420F0"/>
    <w:rsid w:val="002439B3"/>
    <w:rsid w:val="00243CCA"/>
    <w:rsid w:val="00247DB7"/>
    <w:rsid w:val="00250DCB"/>
    <w:rsid w:val="002513F1"/>
    <w:rsid w:val="0025190B"/>
    <w:rsid w:val="002614DD"/>
    <w:rsid w:val="002635E7"/>
    <w:rsid w:val="0026653F"/>
    <w:rsid w:val="00270A81"/>
    <w:rsid w:val="00271550"/>
    <w:rsid w:val="00274712"/>
    <w:rsid w:val="00276DF3"/>
    <w:rsid w:val="002775EB"/>
    <w:rsid w:val="00282CE4"/>
    <w:rsid w:val="00290DD0"/>
    <w:rsid w:val="00296B52"/>
    <w:rsid w:val="00297A97"/>
    <w:rsid w:val="002A05E4"/>
    <w:rsid w:val="002A16C7"/>
    <w:rsid w:val="002A31B9"/>
    <w:rsid w:val="002A4ADD"/>
    <w:rsid w:val="002A4FD1"/>
    <w:rsid w:val="002A602F"/>
    <w:rsid w:val="002B007A"/>
    <w:rsid w:val="002B057D"/>
    <w:rsid w:val="002B116A"/>
    <w:rsid w:val="002B3C41"/>
    <w:rsid w:val="002B4ACE"/>
    <w:rsid w:val="002C61A2"/>
    <w:rsid w:val="002D240D"/>
    <w:rsid w:val="002D2444"/>
    <w:rsid w:val="002D2D05"/>
    <w:rsid w:val="002D7353"/>
    <w:rsid w:val="002E0232"/>
    <w:rsid w:val="002E23BC"/>
    <w:rsid w:val="002E26A7"/>
    <w:rsid w:val="002E26B6"/>
    <w:rsid w:val="002E5412"/>
    <w:rsid w:val="002E6E61"/>
    <w:rsid w:val="002E7EB1"/>
    <w:rsid w:val="002F26A3"/>
    <w:rsid w:val="002F42B7"/>
    <w:rsid w:val="002F5A16"/>
    <w:rsid w:val="00300ECC"/>
    <w:rsid w:val="00301BDB"/>
    <w:rsid w:val="00302F23"/>
    <w:rsid w:val="003115B6"/>
    <w:rsid w:val="00312C1A"/>
    <w:rsid w:val="00317675"/>
    <w:rsid w:val="00320575"/>
    <w:rsid w:val="00320AF6"/>
    <w:rsid w:val="0032141C"/>
    <w:rsid w:val="003221AA"/>
    <w:rsid w:val="003222F7"/>
    <w:rsid w:val="00324144"/>
    <w:rsid w:val="003261D4"/>
    <w:rsid w:val="00327122"/>
    <w:rsid w:val="00331284"/>
    <w:rsid w:val="00331DAF"/>
    <w:rsid w:val="00333A4C"/>
    <w:rsid w:val="003368FD"/>
    <w:rsid w:val="003377D7"/>
    <w:rsid w:val="00337B56"/>
    <w:rsid w:val="00341946"/>
    <w:rsid w:val="00342925"/>
    <w:rsid w:val="00343AE1"/>
    <w:rsid w:val="003509F0"/>
    <w:rsid w:val="00350AC8"/>
    <w:rsid w:val="00351FD6"/>
    <w:rsid w:val="00353500"/>
    <w:rsid w:val="003535C8"/>
    <w:rsid w:val="003537A5"/>
    <w:rsid w:val="00354144"/>
    <w:rsid w:val="00355804"/>
    <w:rsid w:val="00357D1F"/>
    <w:rsid w:val="003604CC"/>
    <w:rsid w:val="003618B0"/>
    <w:rsid w:val="003652A6"/>
    <w:rsid w:val="00365556"/>
    <w:rsid w:val="00365833"/>
    <w:rsid w:val="00373A1A"/>
    <w:rsid w:val="00373E0A"/>
    <w:rsid w:val="00374961"/>
    <w:rsid w:val="003802A9"/>
    <w:rsid w:val="00381E77"/>
    <w:rsid w:val="00383025"/>
    <w:rsid w:val="003847C1"/>
    <w:rsid w:val="00384D26"/>
    <w:rsid w:val="00387F6D"/>
    <w:rsid w:val="00393C2A"/>
    <w:rsid w:val="00395E41"/>
    <w:rsid w:val="00397E06"/>
    <w:rsid w:val="003A04E2"/>
    <w:rsid w:val="003A10FD"/>
    <w:rsid w:val="003A1576"/>
    <w:rsid w:val="003A28AC"/>
    <w:rsid w:val="003A4CF2"/>
    <w:rsid w:val="003B63C6"/>
    <w:rsid w:val="003B7E04"/>
    <w:rsid w:val="003C1D3B"/>
    <w:rsid w:val="003C2CE3"/>
    <w:rsid w:val="003C4BE8"/>
    <w:rsid w:val="003D7780"/>
    <w:rsid w:val="003E194F"/>
    <w:rsid w:val="003E1BC1"/>
    <w:rsid w:val="003E21CF"/>
    <w:rsid w:val="003E5048"/>
    <w:rsid w:val="003E60F4"/>
    <w:rsid w:val="003E77CA"/>
    <w:rsid w:val="00400498"/>
    <w:rsid w:val="004009D4"/>
    <w:rsid w:val="00403071"/>
    <w:rsid w:val="004110C9"/>
    <w:rsid w:val="00414B26"/>
    <w:rsid w:val="0041510F"/>
    <w:rsid w:val="004164C5"/>
    <w:rsid w:val="0041652B"/>
    <w:rsid w:val="004170CE"/>
    <w:rsid w:val="004201C9"/>
    <w:rsid w:val="00420B64"/>
    <w:rsid w:val="0042125D"/>
    <w:rsid w:val="004218E0"/>
    <w:rsid w:val="004235B8"/>
    <w:rsid w:val="00423C66"/>
    <w:rsid w:val="00431CF1"/>
    <w:rsid w:val="00433C18"/>
    <w:rsid w:val="00435654"/>
    <w:rsid w:val="00436DEC"/>
    <w:rsid w:val="004370F3"/>
    <w:rsid w:val="004371C5"/>
    <w:rsid w:val="00437E0A"/>
    <w:rsid w:val="00440C5B"/>
    <w:rsid w:val="004467A3"/>
    <w:rsid w:val="00453E39"/>
    <w:rsid w:val="004575F5"/>
    <w:rsid w:val="00457774"/>
    <w:rsid w:val="004577DB"/>
    <w:rsid w:val="004615F2"/>
    <w:rsid w:val="00463652"/>
    <w:rsid w:val="00464F2B"/>
    <w:rsid w:val="004660B4"/>
    <w:rsid w:val="00467A67"/>
    <w:rsid w:val="00472BC7"/>
    <w:rsid w:val="00475028"/>
    <w:rsid w:val="00475FBB"/>
    <w:rsid w:val="004763D8"/>
    <w:rsid w:val="004764BD"/>
    <w:rsid w:val="004764E6"/>
    <w:rsid w:val="004771F5"/>
    <w:rsid w:val="00477332"/>
    <w:rsid w:val="004818D5"/>
    <w:rsid w:val="00481D36"/>
    <w:rsid w:val="00483EEF"/>
    <w:rsid w:val="004907ED"/>
    <w:rsid w:val="00490D10"/>
    <w:rsid w:val="0049220F"/>
    <w:rsid w:val="004932D6"/>
    <w:rsid w:val="00493EA0"/>
    <w:rsid w:val="00494826"/>
    <w:rsid w:val="00495FE4"/>
    <w:rsid w:val="00496AEA"/>
    <w:rsid w:val="004A01A8"/>
    <w:rsid w:val="004A0EAC"/>
    <w:rsid w:val="004A444F"/>
    <w:rsid w:val="004A53AC"/>
    <w:rsid w:val="004A68D6"/>
    <w:rsid w:val="004B0C20"/>
    <w:rsid w:val="004B0C9A"/>
    <w:rsid w:val="004B1B9C"/>
    <w:rsid w:val="004B1E20"/>
    <w:rsid w:val="004B2B0D"/>
    <w:rsid w:val="004B2C07"/>
    <w:rsid w:val="004B33B3"/>
    <w:rsid w:val="004B3FC9"/>
    <w:rsid w:val="004B6420"/>
    <w:rsid w:val="004B7A9D"/>
    <w:rsid w:val="004C097E"/>
    <w:rsid w:val="004C09E3"/>
    <w:rsid w:val="004C1207"/>
    <w:rsid w:val="004C2705"/>
    <w:rsid w:val="004C426E"/>
    <w:rsid w:val="004C601B"/>
    <w:rsid w:val="004D06A3"/>
    <w:rsid w:val="004D077A"/>
    <w:rsid w:val="004D175A"/>
    <w:rsid w:val="004D204B"/>
    <w:rsid w:val="004D3F1A"/>
    <w:rsid w:val="004D5E8D"/>
    <w:rsid w:val="004D5ED4"/>
    <w:rsid w:val="004E20B6"/>
    <w:rsid w:val="004E2D22"/>
    <w:rsid w:val="004E44BF"/>
    <w:rsid w:val="004F0586"/>
    <w:rsid w:val="004F21AC"/>
    <w:rsid w:val="004F472B"/>
    <w:rsid w:val="00500171"/>
    <w:rsid w:val="0050063B"/>
    <w:rsid w:val="0050129F"/>
    <w:rsid w:val="00501CEB"/>
    <w:rsid w:val="00505B61"/>
    <w:rsid w:val="00510A7D"/>
    <w:rsid w:val="00513040"/>
    <w:rsid w:val="00514C83"/>
    <w:rsid w:val="00516776"/>
    <w:rsid w:val="00517599"/>
    <w:rsid w:val="005211C7"/>
    <w:rsid w:val="005240D3"/>
    <w:rsid w:val="005256EC"/>
    <w:rsid w:val="0052749A"/>
    <w:rsid w:val="00531CB9"/>
    <w:rsid w:val="00532434"/>
    <w:rsid w:val="005341F3"/>
    <w:rsid w:val="0053443A"/>
    <w:rsid w:val="00545C7F"/>
    <w:rsid w:val="00546985"/>
    <w:rsid w:val="0055279C"/>
    <w:rsid w:val="00553F77"/>
    <w:rsid w:val="005540BB"/>
    <w:rsid w:val="00554B23"/>
    <w:rsid w:val="005556E2"/>
    <w:rsid w:val="005563D1"/>
    <w:rsid w:val="00563663"/>
    <w:rsid w:val="00565EEC"/>
    <w:rsid w:val="005701EE"/>
    <w:rsid w:val="00572860"/>
    <w:rsid w:val="005755A5"/>
    <w:rsid w:val="00576839"/>
    <w:rsid w:val="00576F20"/>
    <w:rsid w:val="00581753"/>
    <w:rsid w:val="00592BC1"/>
    <w:rsid w:val="00594909"/>
    <w:rsid w:val="00595E70"/>
    <w:rsid w:val="005A1219"/>
    <w:rsid w:val="005A409A"/>
    <w:rsid w:val="005A6A62"/>
    <w:rsid w:val="005B1FE4"/>
    <w:rsid w:val="005B28E5"/>
    <w:rsid w:val="005B5698"/>
    <w:rsid w:val="005B6BE4"/>
    <w:rsid w:val="005C01CD"/>
    <w:rsid w:val="005C146C"/>
    <w:rsid w:val="005C1B49"/>
    <w:rsid w:val="005C2B64"/>
    <w:rsid w:val="005C2FFD"/>
    <w:rsid w:val="005C5ED7"/>
    <w:rsid w:val="005C6A49"/>
    <w:rsid w:val="005C770D"/>
    <w:rsid w:val="005C7E47"/>
    <w:rsid w:val="005D2131"/>
    <w:rsid w:val="005D3C8D"/>
    <w:rsid w:val="005D4AF7"/>
    <w:rsid w:val="005D6F8A"/>
    <w:rsid w:val="005E1A46"/>
    <w:rsid w:val="005E349F"/>
    <w:rsid w:val="005E787A"/>
    <w:rsid w:val="005F1BD3"/>
    <w:rsid w:val="005F23D2"/>
    <w:rsid w:val="00615E74"/>
    <w:rsid w:val="00616304"/>
    <w:rsid w:val="00616F34"/>
    <w:rsid w:val="0062018E"/>
    <w:rsid w:val="00622B3B"/>
    <w:rsid w:val="00623809"/>
    <w:rsid w:val="00624BCE"/>
    <w:rsid w:val="00624FC0"/>
    <w:rsid w:val="00625BE7"/>
    <w:rsid w:val="006261C1"/>
    <w:rsid w:val="00627E0D"/>
    <w:rsid w:val="0063277E"/>
    <w:rsid w:val="006333AB"/>
    <w:rsid w:val="006339AB"/>
    <w:rsid w:val="00634CC4"/>
    <w:rsid w:val="006354EE"/>
    <w:rsid w:val="006437AD"/>
    <w:rsid w:val="006454DA"/>
    <w:rsid w:val="006472F9"/>
    <w:rsid w:val="00647536"/>
    <w:rsid w:val="00654641"/>
    <w:rsid w:val="00657C73"/>
    <w:rsid w:val="006642F6"/>
    <w:rsid w:val="00665A79"/>
    <w:rsid w:val="00673708"/>
    <w:rsid w:val="0067581A"/>
    <w:rsid w:val="00675ADC"/>
    <w:rsid w:val="006761F5"/>
    <w:rsid w:val="0067675C"/>
    <w:rsid w:val="00677444"/>
    <w:rsid w:val="00683825"/>
    <w:rsid w:val="006847A1"/>
    <w:rsid w:val="006847D6"/>
    <w:rsid w:val="00690F74"/>
    <w:rsid w:val="00691A11"/>
    <w:rsid w:val="006929B8"/>
    <w:rsid w:val="0069451D"/>
    <w:rsid w:val="00695711"/>
    <w:rsid w:val="006A2373"/>
    <w:rsid w:val="006A3910"/>
    <w:rsid w:val="006A5235"/>
    <w:rsid w:val="006A5D3E"/>
    <w:rsid w:val="006A7267"/>
    <w:rsid w:val="006A7CAD"/>
    <w:rsid w:val="006B0517"/>
    <w:rsid w:val="006B07E2"/>
    <w:rsid w:val="006B250D"/>
    <w:rsid w:val="006B2D97"/>
    <w:rsid w:val="006B4337"/>
    <w:rsid w:val="006B4F8B"/>
    <w:rsid w:val="006B6AC3"/>
    <w:rsid w:val="006C22CB"/>
    <w:rsid w:val="006C2E6E"/>
    <w:rsid w:val="006C6BB6"/>
    <w:rsid w:val="006D01E8"/>
    <w:rsid w:val="006D3583"/>
    <w:rsid w:val="006D364D"/>
    <w:rsid w:val="006D5524"/>
    <w:rsid w:val="006D59E7"/>
    <w:rsid w:val="006D63DF"/>
    <w:rsid w:val="006D6586"/>
    <w:rsid w:val="006D69A7"/>
    <w:rsid w:val="006D6D3F"/>
    <w:rsid w:val="006D757A"/>
    <w:rsid w:val="006E39D6"/>
    <w:rsid w:val="006F0F88"/>
    <w:rsid w:val="006F119F"/>
    <w:rsid w:val="006F693B"/>
    <w:rsid w:val="006F7631"/>
    <w:rsid w:val="00700CBF"/>
    <w:rsid w:val="007029EC"/>
    <w:rsid w:val="00703694"/>
    <w:rsid w:val="00705A73"/>
    <w:rsid w:val="00705B46"/>
    <w:rsid w:val="00705EE2"/>
    <w:rsid w:val="007064FA"/>
    <w:rsid w:val="00712204"/>
    <w:rsid w:val="00716E1A"/>
    <w:rsid w:val="00720700"/>
    <w:rsid w:val="00720B61"/>
    <w:rsid w:val="007237ED"/>
    <w:rsid w:val="00724336"/>
    <w:rsid w:val="0072582A"/>
    <w:rsid w:val="00727948"/>
    <w:rsid w:val="00730049"/>
    <w:rsid w:val="00733234"/>
    <w:rsid w:val="007348A8"/>
    <w:rsid w:val="0073515C"/>
    <w:rsid w:val="00736B02"/>
    <w:rsid w:val="007421B9"/>
    <w:rsid w:val="007424C2"/>
    <w:rsid w:val="007433BC"/>
    <w:rsid w:val="00745630"/>
    <w:rsid w:val="007475AE"/>
    <w:rsid w:val="00747F3C"/>
    <w:rsid w:val="007504AC"/>
    <w:rsid w:val="00762BD0"/>
    <w:rsid w:val="00762D2F"/>
    <w:rsid w:val="00763B73"/>
    <w:rsid w:val="007659D6"/>
    <w:rsid w:val="00766298"/>
    <w:rsid w:val="00766CFC"/>
    <w:rsid w:val="007673DC"/>
    <w:rsid w:val="007734C2"/>
    <w:rsid w:val="00780097"/>
    <w:rsid w:val="00782E27"/>
    <w:rsid w:val="00786B5F"/>
    <w:rsid w:val="00786C3F"/>
    <w:rsid w:val="00786F29"/>
    <w:rsid w:val="00787722"/>
    <w:rsid w:val="00790DCC"/>
    <w:rsid w:val="007921B6"/>
    <w:rsid w:val="007921FF"/>
    <w:rsid w:val="007A0D7E"/>
    <w:rsid w:val="007A33D4"/>
    <w:rsid w:val="007B1568"/>
    <w:rsid w:val="007B1C34"/>
    <w:rsid w:val="007B5A1E"/>
    <w:rsid w:val="007C1AFE"/>
    <w:rsid w:val="007C5B97"/>
    <w:rsid w:val="007D0623"/>
    <w:rsid w:val="007D5975"/>
    <w:rsid w:val="007D7832"/>
    <w:rsid w:val="007E0D32"/>
    <w:rsid w:val="007E1767"/>
    <w:rsid w:val="007E424F"/>
    <w:rsid w:val="007E4C1E"/>
    <w:rsid w:val="007E7071"/>
    <w:rsid w:val="007E70DE"/>
    <w:rsid w:val="007F00AA"/>
    <w:rsid w:val="007F5215"/>
    <w:rsid w:val="007F57B4"/>
    <w:rsid w:val="007F5BEC"/>
    <w:rsid w:val="007F74FC"/>
    <w:rsid w:val="007F7E04"/>
    <w:rsid w:val="008004E0"/>
    <w:rsid w:val="0080149B"/>
    <w:rsid w:val="008016F2"/>
    <w:rsid w:val="00803232"/>
    <w:rsid w:val="00807B9F"/>
    <w:rsid w:val="00807FAE"/>
    <w:rsid w:val="00810FC9"/>
    <w:rsid w:val="0081234C"/>
    <w:rsid w:val="00812E63"/>
    <w:rsid w:val="0081537A"/>
    <w:rsid w:val="00815DCF"/>
    <w:rsid w:val="00816C65"/>
    <w:rsid w:val="00817822"/>
    <w:rsid w:val="00820221"/>
    <w:rsid w:val="00820FED"/>
    <w:rsid w:val="00824B3D"/>
    <w:rsid w:val="00826FCC"/>
    <w:rsid w:val="008313C9"/>
    <w:rsid w:val="0083178C"/>
    <w:rsid w:val="00831E15"/>
    <w:rsid w:val="008332BC"/>
    <w:rsid w:val="00835FB0"/>
    <w:rsid w:val="00836AFE"/>
    <w:rsid w:val="00841946"/>
    <w:rsid w:val="00842134"/>
    <w:rsid w:val="008432B8"/>
    <w:rsid w:val="00847FDE"/>
    <w:rsid w:val="00853314"/>
    <w:rsid w:val="00854991"/>
    <w:rsid w:val="00854A97"/>
    <w:rsid w:val="008552FC"/>
    <w:rsid w:val="008564EF"/>
    <w:rsid w:val="00857040"/>
    <w:rsid w:val="00861B08"/>
    <w:rsid w:val="00865D82"/>
    <w:rsid w:val="00874571"/>
    <w:rsid w:val="00880158"/>
    <w:rsid w:val="0088234D"/>
    <w:rsid w:val="0088702D"/>
    <w:rsid w:val="00890688"/>
    <w:rsid w:val="008913D0"/>
    <w:rsid w:val="008919A3"/>
    <w:rsid w:val="00891E70"/>
    <w:rsid w:val="00894C25"/>
    <w:rsid w:val="00897426"/>
    <w:rsid w:val="008A0A67"/>
    <w:rsid w:val="008A5931"/>
    <w:rsid w:val="008A69C9"/>
    <w:rsid w:val="008A7BBD"/>
    <w:rsid w:val="008B11F6"/>
    <w:rsid w:val="008B4194"/>
    <w:rsid w:val="008B55A3"/>
    <w:rsid w:val="008C1F82"/>
    <w:rsid w:val="008C26B1"/>
    <w:rsid w:val="008C29C5"/>
    <w:rsid w:val="008C3771"/>
    <w:rsid w:val="008C37EB"/>
    <w:rsid w:val="008C52A1"/>
    <w:rsid w:val="008D44FE"/>
    <w:rsid w:val="008D7626"/>
    <w:rsid w:val="008E10E3"/>
    <w:rsid w:val="008E3F00"/>
    <w:rsid w:val="008E50A8"/>
    <w:rsid w:val="008E5A0A"/>
    <w:rsid w:val="008E6611"/>
    <w:rsid w:val="008F5240"/>
    <w:rsid w:val="008F612B"/>
    <w:rsid w:val="008F72A6"/>
    <w:rsid w:val="008F748E"/>
    <w:rsid w:val="008F7E2A"/>
    <w:rsid w:val="00900794"/>
    <w:rsid w:val="00902894"/>
    <w:rsid w:val="00911E21"/>
    <w:rsid w:val="00914B5B"/>
    <w:rsid w:val="00917812"/>
    <w:rsid w:val="009209CC"/>
    <w:rsid w:val="00920D65"/>
    <w:rsid w:val="009217D5"/>
    <w:rsid w:val="009217DC"/>
    <w:rsid w:val="00923813"/>
    <w:rsid w:val="00924B0B"/>
    <w:rsid w:val="00925920"/>
    <w:rsid w:val="00925B56"/>
    <w:rsid w:val="00931645"/>
    <w:rsid w:val="00931AB2"/>
    <w:rsid w:val="00932B61"/>
    <w:rsid w:val="0093424F"/>
    <w:rsid w:val="00936C1E"/>
    <w:rsid w:val="00943A41"/>
    <w:rsid w:val="00944DE3"/>
    <w:rsid w:val="00944F7B"/>
    <w:rsid w:val="00946A6A"/>
    <w:rsid w:val="00951D50"/>
    <w:rsid w:val="00952603"/>
    <w:rsid w:val="009535B6"/>
    <w:rsid w:val="00960595"/>
    <w:rsid w:val="00967230"/>
    <w:rsid w:val="0097108F"/>
    <w:rsid w:val="00972AB5"/>
    <w:rsid w:val="00980258"/>
    <w:rsid w:val="00980778"/>
    <w:rsid w:val="0098341E"/>
    <w:rsid w:val="009840C9"/>
    <w:rsid w:val="0098463F"/>
    <w:rsid w:val="009921A8"/>
    <w:rsid w:val="00993381"/>
    <w:rsid w:val="009A4D57"/>
    <w:rsid w:val="009A5E51"/>
    <w:rsid w:val="009A789A"/>
    <w:rsid w:val="009B1B12"/>
    <w:rsid w:val="009B2CEF"/>
    <w:rsid w:val="009B4F58"/>
    <w:rsid w:val="009B60A2"/>
    <w:rsid w:val="009B6E5D"/>
    <w:rsid w:val="009C4B15"/>
    <w:rsid w:val="009C5410"/>
    <w:rsid w:val="009C620A"/>
    <w:rsid w:val="009C7276"/>
    <w:rsid w:val="009C7A0D"/>
    <w:rsid w:val="009D161A"/>
    <w:rsid w:val="009E141D"/>
    <w:rsid w:val="009E3851"/>
    <w:rsid w:val="009E441B"/>
    <w:rsid w:val="009E5B5D"/>
    <w:rsid w:val="009E5F6A"/>
    <w:rsid w:val="009E6540"/>
    <w:rsid w:val="009F4AC5"/>
    <w:rsid w:val="009F5C2F"/>
    <w:rsid w:val="009F78F3"/>
    <w:rsid w:val="00A02C9D"/>
    <w:rsid w:val="00A05057"/>
    <w:rsid w:val="00A06CA0"/>
    <w:rsid w:val="00A07965"/>
    <w:rsid w:val="00A110DC"/>
    <w:rsid w:val="00A111E2"/>
    <w:rsid w:val="00A13757"/>
    <w:rsid w:val="00A149CA"/>
    <w:rsid w:val="00A160E2"/>
    <w:rsid w:val="00A16ED7"/>
    <w:rsid w:val="00A16F91"/>
    <w:rsid w:val="00A2187F"/>
    <w:rsid w:val="00A2227C"/>
    <w:rsid w:val="00A22C1E"/>
    <w:rsid w:val="00A25C61"/>
    <w:rsid w:val="00A31900"/>
    <w:rsid w:val="00A336D6"/>
    <w:rsid w:val="00A4092E"/>
    <w:rsid w:val="00A415E8"/>
    <w:rsid w:val="00A41762"/>
    <w:rsid w:val="00A419F8"/>
    <w:rsid w:val="00A4350B"/>
    <w:rsid w:val="00A44903"/>
    <w:rsid w:val="00A50691"/>
    <w:rsid w:val="00A5471A"/>
    <w:rsid w:val="00A55C7A"/>
    <w:rsid w:val="00A5682D"/>
    <w:rsid w:val="00A574D5"/>
    <w:rsid w:val="00A57D07"/>
    <w:rsid w:val="00A57E06"/>
    <w:rsid w:val="00A60076"/>
    <w:rsid w:val="00A6208F"/>
    <w:rsid w:val="00A66448"/>
    <w:rsid w:val="00A74DFC"/>
    <w:rsid w:val="00A757FC"/>
    <w:rsid w:val="00A75DB6"/>
    <w:rsid w:val="00A763B7"/>
    <w:rsid w:val="00A775DD"/>
    <w:rsid w:val="00A81BAA"/>
    <w:rsid w:val="00A81CD7"/>
    <w:rsid w:val="00A823CA"/>
    <w:rsid w:val="00A879E6"/>
    <w:rsid w:val="00A87D35"/>
    <w:rsid w:val="00A9117A"/>
    <w:rsid w:val="00A91638"/>
    <w:rsid w:val="00AA02D2"/>
    <w:rsid w:val="00AA2F59"/>
    <w:rsid w:val="00AA323F"/>
    <w:rsid w:val="00AA35F9"/>
    <w:rsid w:val="00AA4ABC"/>
    <w:rsid w:val="00AA6DDA"/>
    <w:rsid w:val="00AA706C"/>
    <w:rsid w:val="00AB33F8"/>
    <w:rsid w:val="00AB44D4"/>
    <w:rsid w:val="00AB4ED1"/>
    <w:rsid w:val="00AB637D"/>
    <w:rsid w:val="00AB718F"/>
    <w:rsid w:val="00AC0245"/>
    <w:rsid w:val="00AC1EFD"/>
    <w:rsid w:val="00AC2602"/>
    <w:rsid w:val="00AD23F7"/>
    <w:rsid w:val="00AD6507"/>
    <w:rsid w:val="00AE3807"/>
    <w:rsid w:val="00AE3D5F"/>
    <w:rsid w:val="00AE555E"/>
    <w:rsid w:val="00AE5898"/>
    <w:rsid w:val="00AE7A4F"/>
    <w:rsid w:val="00AF1210"/>
    <w:rsid w:val="00AF2FBF"/>
    <w:rsid w:val="00AF4509"/>
    <w:rsid w:val="00AF6480"/>
    <w:rsid w:val="00AF6538"/>
    <w:rsid w:val="00AF7B9B"/>
    <w:rsid w:val="00B018A8"/>
    <w:rsid w:val="00B019C9"/>
    <w:rsid w:val="00B05028"/>
    <w:rsid w:val="00B069A3"/>
    <w:rsid w:val="00B12E44"/>
    <w:rsid w:val="00B15106"/>
    <w:rsid w:val="00B162E5"/>
    <w:rsid w:val="00B17A96"/>
    <w:rsid w:val="00B22193"/>
    <w:rsid w:val="00B22C3B"/>
    <w:rsid w:val="00B23E68"/>
    <w:rsid w:val="00B249E9"/>
    <w:rsid w:val="00B24BE8"/>
    <w:rsid w:val="00B25E42"/>
    <w:rsid w:val="00B26A37"/>
    <w:rsid w:val="00B27FCE"/>
    <w:rsid w:val="00B31905"/>
    <w:rsid w:val="00B31FA1"/>
    <w:rsid w:val="00B329B2"/>
    <w:rsid w:val="00B33708"/>
    <w:rsid w:val="00B34D3B"/>
    <w:rsid w:val="00B36E9E"/>
    <w:rsid w:val="00B37EEC"/>
    <w:rsid w:val="00B407E8"/>
    <w:rsid w:val="00B40951"/>
    <w:rsid w:val="00B40E70"/>
    <w:rsid w:val="00B414B5"/>
    <w:rsid w:val="00B43A83"/>
    <w:rsid w:val="00B44F77"/>
    <w:rsid w:val="00B475F4"/>
    <w:rsid w:val="00B5168E"/>
    <w:rsid w:val="00B54427"/>
    <w:rsid w:val="00B546C4"/>
    <w:rsid w:val="00B54EE2"/>
    <w:rsid w:val="00B566DA"/>
    <w:rsid w:val="00B56EA0"/>
    <w:rsid w:val="00B601B5"/>
    <w:rsid w:val="00B610EC"/>
    <w:rsid w:val="00B631A6"/>
    <w:rsid w:val="00B64FD2"/>
    <w:rsid w:val="00B66469"/>
    <w:rsid w:val="00B7000C"/>
    <w:rsid w:val="00B7028B"/>
    <w:rsid w:val="00B7376A"/>
    <w:rsid w:val="00B74D42"/>
    <w:rsid w:val="00B755A9"/>
    <w:rsid w:val="00B75E08"/>
    <w:rsid w:val="00B85CD8"/>
    <w:rsid w:val="00B87312"/>
    <w:rsid w:val="00B91768"/>
    <w:rsid w:val="00B93371"/>
    <w:rsid w:val="00BA1B0A"/>
    <w:rsid w:val="00BA324F"/>
    <w:rsid w:val="00BA3317"/>
    <w:rsid w:val="00BA4A78"/>
    <w:rsid w:val="00BA60CD"/>
    <w:rsid w:val="00BA6262"/>
    <w:rsid w:val="00BB1406"/>
    <w:rsid w:val="00BB19F7"/>
    <w:rsid w:val="00BB271E"/>
    <w:rsid w:val="00BB55FD"/>
    <w:rsid w:val="00BB728F"/>
    <w:rsid w:val="00BB7B81"/>
    <w:rsid w:val="00BC00B1"/>
    <w:rsid w:val="00BC0EB5"/>
    <w:rsid w:val="00BC18FE"/>
    <w:rsid w:val="00BC681C"/>
    <w:rsid w:val="00BC7629"/>
    <w:rsid w:val="00BD0B0C"/>
    <w:rsid w:val="00BD1F51"/>
    <w:rsid w:val="00BD6479"/>
    <w:rsid w:val="00BD6A62"/>
    <w:rsid w:val="00BD6B06"/>
    <w:rsid w:val="00BE668C"/>
    <w:rsid w:val="00BE7E87"/>
    <w:rsid w:val="00BF1754"/>
    <w:rsid w:val="00BF1B10"/>
    <w:rsid w:val="00BF6EA5"/>
    <w:rsid w:val="00C01958"/>
    <w:rsid w:val="00C02FA3"/>
    <w:rsid w:val="00C04789"/>
    <w:rsid w:val="00C051C9"/>
    <w:rsid w:val="00C0786F"/>
    <w:rsid w:val="00C10229"/>
    <w:rsid w:val="00C15155"/>
    <w:rsid w:val="00C164E3"/>
    <w:rsid w:val="00C16A67"/>
    <w:rsid w:val="00C17F6D"/>
    <w:rsid w:val="00C220C7"/>
    <w:rsid w:val="00C23E01"/>
    <w:rsid w:val="00C26C9C"/>
    <w:rsid w:val="00C26E7E"/>
    <w:rsid w:val="00C30A41"/>
    <w:rsid w:val="00C31907"/>
    <w:rsid w:val="00C33536"/>
    <w:rsid w:val="00C34611"/>
    <w:rsid w:val="00C36D3F"/>
    <w:rsid w:val="00C3711B"/>
    <w:rsid w:val="00C411C0"/>
    <w:rsid w:val="00C43CB9"/>
    <w:rsid w:val="00C46718"/>
    <w:rsid w:val="00C47199"/>
    <w:rsid w:val="00C4779E"/>
    <w:rsid w:val="00C47940"/>
    <w:rsid w:val="00C50238"/>
    <w:rsid w:val="00C521E4"/>
    <w:rsid w:val="00C52276"/>
    <w:rsid w:val="00C52672"/>
    <w:rsid w:val="00C563F2"/>
    <w:rsid w:val="00C575F8"/>
    <w:rsid w:val="00C60D13"/>
    <w:rsid w:val="00C61047"/>
    <w:rsid w:val="00C631C9"/>
    <w:rsid w:val="00C66678"/>
    <w:rsid w:val="00C724D3"/>
    <w:rsid w:val="00C747BF"/>
    <w:rsid w:val="00C75DC2"/>
    <w:rsid w:val="00C764E6"/>
    <w:rsid w:val="00C7689B"/>
    <w:rsid w:val="00C8046B"/>
    <w:rsid w:val="00C80891"/>
    <w:rsid w:val="00C80AC6"/>
    <w:rsid w:val="00C810C6"/>
    <w:rsid w:val="00C8282D"/>
    <w:rsid w:val="00C83522"/>
    <w:rsid w:val="00C86B63"/>
    <w:rsid w:val="00C942D7"/>
    <w:rsid w:val="00C95EA9"/>
    <w:rsid w:val="00CA0BD0"/>
    <w:rsid w:val="00CA4F73"/>
    <w:rsid w:val="00CA5C58"/>
    <w:rsid w:val="00CA5E5B"/>
    <w:rsid w:val="00CB04C1"/>
    <w:rsid w:val="00CB1616"/>
    <w:rsid w:val="00CB372A"/>
    <w:rsid w:val="00CB3D36"/>
    <w:rsid w:val="00CB3D64"/>
    <w:rsid w:val="00CB44C8"/>
    <w:rsid w:val="00CB5EDE"/>
    <w:rsid w:val="00CB625B"/>
    <w:rsid w:val="00CB7805"/>
    <w:rsid w:val="00CC4FFC"/>
    <w:rsid w:val="00CC5313"/>
    <w:rsid w:val="00CD0547"/>
    <w:rsid w:val="00CD0F05"/>
    <w:rsid w:val="00CD27D8"/>
    <w:rsid w:val="00CD2BE1"/>
    <w:rsid w:val="00CD5FAD"/>
    <w:rsid w:val="00CD622E"/>
    <w:rsid w:val="00CE0782"/>
    <w:rsid w:val="00CE14B2"/>
    <w:rsid w:val="00CE1F55"/>
    <w:rsid w:val="00CE2388"/>
    <w:rsid w:val="00CE2CDE"/>
    <w:rsid w:val="00CE2F85"/>
    <w:rsid w:val="00CE573B"/>
    <w:rsid w:val="00CF2419"/>
    <w:rsid w:val="00CF4A25"/>
    <w:rsid w:val="00CF671E"/>
    <w:rsid w:val="00CF7B3C"/>
    <w:rsid w:val="00CF7BF8"/>
    <w:rsid w:val="00D042EE"/>
    <w:rsid w:val="00D10CE4"/>
    <w:rsid w:val="00D10D6F"/>
    <w:rsid w:val="00D1106D"/>
    <w:rsid w:val="00D164E4"/>
    <w:rsid w:val="00D164F8"/>
    <w:rsid w:val="00D20F2A"/>
    <w:rsid w:val="00D238A9"/>
    <w:rsid w:val="00D25613"/>
    <w:rsid w:val="00D30923"/>
    <w:rsid w:val="00D327DD"/>
    <w:rsid w:val="00D33C08"/>
    <w:rsid w:val="00D344C9"/>
    <w:rsid w:val="00D34F0F"/>
    <w:rsid w:val="00D410A8"/>
    <w:rsid w:val="00D42379"/>
    <w:rsid w:val="00D42A72"/>
    <w:rsid w:val="00D43523"/>
    <w:rsid w:val="00D43886"/>
    <w:rsid w:val="00D52772"/>
    <w:rsid w:val="00D541BF"/>
    <w:rsid w:val="00D57B5E"/>
    <w:rsid w:val="00D617FE"/>
    <w:rsid w:val="00D62937"/>
    <w:rsid w:val="00D63368"/>
    <w:rsid w:val="00D6436B"/>
    <w:rsid w:val="00D64DED"/>
    <w:rsid w:val="00D6617A"/>
    <w:rsid w:val="00D6691F"/>
    <w:rsid w:val="00D66AFC"/>
    <w:rsid w:val="00D66B7B"/>
    <w:rsid w:val="00D700CF"/>
    <w:rsid w:val="00D717F9"/>
    <w:rsid w:val="00D71850"/>
    <w:rsid w:val="00D726E2"/>
    <w:rsid w:val="00D72D86"/>
    <w:rsid w:val="00D7449B"/>
    <w:rsid w:val="00D74B2A"/>
    <w:rsid w:val="00D76125"/>
    <w:rsid w:val="00D76626"/>
    <w:rsid w:val="00D80534"/>
    <w:rsid w:val="00D82E95"/>
    <w:rsid w:val="00D851BB"/>
    <w:rsid w:val="00D87E2C"/>
    <w:rsid w:val="00D909EA"/>
    <w:rsid w:val="00D96B3C"/>
    <w:rsid w:val="00D97B1E"/>
    <w:rsid w:val="00D97BEA"/>
    <w:rsid w:val="00DA0F9C"/>
    <w:rsid w:val="00DA71BE"/>
    <w:rsid w:val="00DB32AD"/>
    <w:rsid w:val="00DB4318"/>
    <w:rsid w:val="00DB510C"/>
    <w:rsid w:val="00DB6D94"/>
    <w:rsid w:val="00DB6FDC"/>
    <w:rsid w:val="00DC21D0"/>
    <w:rsid w:val="00DC2719"/>
    <w:rsid w:val="00DC431F"/>
    <w:rsid w:val="00DC554E"/>
    <w:rsid w:val="00DC7307"/>
    <w:rsid w:val="00DD01DE"/>
    <w:rsid w:val="00DD0426"/>
    <w:rsid w:val="00DD11E2"/>
    <w:rsid w:val="00DD4D44"/>
    <w:rsid w:val="00DE04A4"/>
    <w:rsid w:val="00DE294E"/>
    <w:rsid w:val="00DE2C5C"/>
    <w:rsid w:val="00DE3170"/>
    <w:rsid w:val="00DE38E4"/>
    <w:rsid w:val="00DE4074"/>
    <w:rsid w:val="00DE5124"/>
    <w:rsid w:val="00DE5A17"/>
    <w:rsid w:val="00DE5CDF"/>
    <w:rsid w:val="00DE7BA7"/>
    <w:rsid w:val="00DF3845"/>
    <w:rsid w:val="00DF3FA6"/>
    <w:rsid w:val="00DF5D4B"/>
    <w:rsid w:val="00DF6168"/>
    <w:rsid w:val="00DF6386"/>
    <w:rsid w:val="00E00011"/>
    <w:rsid w:val="00E00282"/>
    <w:rsid w:val="00E020FF"/>
    <w:rsid w:val="00E023AF"/>
    <w:rsid w:val="00E06A86"/>
    <w:rsid w:val="00E101CC"/>
    <w:rsid w:val="00E10C7C"/>
    <w:rsid w:val="00E1338A"/>
    <w:rsid w:val="00E134A7"/>
    <w:rsid w:val="00E14C03"/>
    <w:rsid w:val="00E237AF"/>
    <w:rsid w:val="00E24047"/>
    <w:rsid w:val="00E25996"/>
    <w:rsid w:val="00E26730"/>
    <w:rsid w:val="00E268BD"/>
    <w:rsid w:val="00E268CE"/>
    <w:rsid w:val="00E27761"/>
    <w:rsid w:val="00E33E0B"/>
    <w:rsid w:val="00E33F84"/>
    <w:rsid w:val="00E3597D"/>
    <w:rsid w:val="00E370E8"/>
    <w:rsid w:val="00E41043"/>
    <w:rsid w:val="00E42E66"/>
    <w:rsid w:val="00E47891"/>
    <w:rsid w:val="00E53FC7"/>
    <w:rsid w:val="00E5657A"/>
    <w:rsid w:val="00E56682"/>
    <w:rsid w:val="00E60642"/>
    <w:rsid w:val="00E61FA0"/>
    <w:rsid w:val="00E63530"/>
    <w:rsid w:val="00E64B98"/>
    <w:rsid w:val="00E674DE"/>
    <w:rsid w:val="00E677B6"/>
    <w:rsid w:val="00E724C5"/>
    <w:rsid w:val="00E72EB4"/>
    <w:rsid w:val="00E755EA"/>
    <w:rsid w:val="00E7787E"/>
    <w:rsid w:val="00E77F67"/>
    <w:rsid w:val="00E80EC7"/>
    <w:rsid w:val="00E830A8"/>
    <w:rsid w:val="00E861E9"/>
    <w:rsid w:val="00E86EA1"/>
    <w:rsid w:val="00E87D00"/>
    <w:rsid w:val="00E87F11"/>
    <w:rsid w:val="00E90443"/>
    <w:rsid w:val="00E91DA8"/>
    <w:rsid w:val="00E940C3"/>
    <w:rsid w:val="00E97DE5"/>
    <w:rsid w:val="00EA11B9"/>
    <w:rsid w:val="00EA64C8"/>
    <w:rsid w:val="00EB14C1"/>
    <w:rsid w:val="00EB3AA5"/>
    <w:rsid w:val="00EB3C23"/>
    <w:rsid w:val="00EB3DA0"/>
    <w:rsid w:val="00EB42B2"/>
    <w:rsid w:val="00EB6189"/>
    <w:rsid w:val="00EC1D79"/>
    <w:rsid w:val="00EC2A14"/>
    <w:rsid w:val="00EC301D"/>
    <w:rsid w:val="00EC33A2"/>
    <w:rsid w:val="00ED5042"/>
    <w:rsid w:val="00ED65E9"/>
    <w:rsid w:val="00ED6810"/>
    <w:rsid w:val="00EE08C9"/>
    <w:rsid w:val="00EE59D9"/>
    <w:rsid w:val="00EE7FA2"/>
    <w:rsid w:val="00EF01D8"/>
    <w:rsid w:val="00EF02AA"/>
    <w:rsid w:val="00EF22F3"/>
    <w:rsid w:val="00EF2DEC"/>
    <w:rsid w:val="00EF603E"/>
    <w:rsid w:val="00F02855"/>
    <w:rsid w:val="00F06C62"/>
    <w:rsid w:val="00F11D1D"/>
    <w:rsid w:val="00F158F1"/>
    <w:rsid w:val="00F1778F"/>
    <w:rsid w:val="00F20C78"/>
    <w:rsid w:val="00F20EF7"/>
    <w:rsid w:val="00F23859"/>
    <w:rsid w:val="00F263C2"/>
    <w:rsid w:val="00F27DA2"/>
    <w:rsid w:val="00F27EEE"/>
    <w:rsid w:val="00F42802"/>
    <w:rsid w:val="00F436DA"/>
    <w:rsid w:val="00F476FB"/>
    <w:rsid w:val="00F540DD"/>
    <w:rsid w:val="00F5599F"/>
    <w:rsid w:val="00F55BD5"/>
    <w:rsid w:val="00F56794"/>
    <w:rsid w:val="00F60C3C"/>
    <w:rsid w:val="00F63B72"/>
    <w:rsid w:val="00F8086F"/>
    <w:rsid w:val="00F81726"/>
    <w:rsid w:val="00F82436"/>
    <w:rsid w:val="00F826EB"/>
    <w:rsid w:val="00F840A3"/>
    <w:rsid w:val="00F84935"/>
    <w:rsid w:val="00F84A2C"/>
    <w:rsid w:val="00F84D9B"/>
    <w:rsid w:val="00F9462A"/>
    <w:rsid w:val="00FA085B"/>
    <w:rsid w:val="00FA1322"/>
    <w:rsid w:val="00FA18B6"/>
    <w:rsid w:val="00FA4A65"/>
    <w:rsid w:val="00FB19CE"/>
    <w:rsid w:val="00FB1D30"/>
    <w:rsid w:val="00FB383F"/>
    <w:rsid w:val="00FB4ECC"/>
    <w:rsid w:val="00FB772F"/>
    <w:rsid w:val="00FC262B"/>
    <w:rsid w:val="00FC44B0"/>
    <w:rsid w:val="00FC571B"/>
    <w:rsid w:val="00FC7F46"/>
    <w:rsid w:val="00FD031B"/>
    <w:rsid w:val="00FD31F4"/>
    <w:rsid w:val="00FD403D"/>
    <w:rsid w:val="00FE0B30"/>
    <w:rsid w:val="00FE6D78"/>
    <w:rsid w:val="00FE6E8A"/>
    <w:rsid w:val="00FF1EAD"/>
    <w:rsid w:val="00FF2F76"/>
    <w:rsid w:val="00FF4581"/>
    <w:rsid w:val="00FF646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1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410C"/>
    <w:pPr>
      <w:keepNext/>
      <w:jc w:val="center"/>
      <w:outlineLvl w:val="0"/>
    </w:pPr>
    <w:rPr>
      <w:b/>
      <w:caps/>
      <w:sz w:val="20"/>
    </w:rPr>
  </w:style>
  <w:style w:type="paragraph" w:styleId="2">
    <w:name w:val="heading 2"/>
    <w:basedOn w:val="a"/>
    <w:next w:val="a"/>
    <w:qFormat/>
    <w:rsid w:val="0019410C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9410C"/>
    <w:pPr>
      <w:keepNext/>
      <w:jc w:val="center"/>
      <w:outlineLvl w:val="2"/>
    </w:pPr>
    <w:rPr>
      <w:b/>
      <w:caps/>
    </w:rPr>
  </w:style>
  <w:style w:type="paragraph" w:styleId="4">
    <w:name w:val="heading 4"/>
    <w:basedOn w:val="a"/>
    <w:next w:val="a"/>
    <w:link w:val="40"/>
    <w:qFormat/>
    <w:rsid w:val="008B419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1"/>
    <w:basedOn w:val="a"/>
    <w:autoRedefine/>
    <w:rsid w:val="0013249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caps/>
      <w:sz w:val="14"/>
    </w:rPr>
  </w:style>
  <w:style w:type="paragraph" w:styleId="20">
    <w:name w:val="Body Text 2"/>
    <w:basedOn w:val="a"/>
    <w:link w:val="21"/>
    <w:rsid w:val="00035378"/>
    <w:pPr>
      <w:widowControl w:val="0"/>
      <w:spacing w:before="20" w:line="192" w:lineRule="auto"/>
      <w:ind w:right="57"/>
    </w:pPr>
    <w:rPr>
      <w:i/>
      <w:color w:val="000000"/>
      <w:sz w:val="16"/>
      <w:szCs w:val="20"/>
    </w:rPr>
  </w:style>
  <w:style w:type="character" w:customStyle="1" w:styleId="21">
    <w:name w:val="Основной текст 2 Знак"/>
    <w:basedOn w:val="a0"/>
    <w:link w:val="20"/>
    <w:rsid w:val="00035378"/>
    <w:rPr>
      <w:i/>
      <w:color w:val="000000"/>
      <w:sz w:val="16"/>
    </w:rPr>
  </w:style>
  <w:style w:type="paragraph" w:styleId="a3">
    <w:name w:val="Balloon Text"/>
    <w:basedOn w:val="a"/>
    <w:link w:val="a4"/>
    <w:rsid w:val="000F5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F5BE0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B544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54427"/>
  </w:style>
  <w:style w:type="character" w:customStyle="1" w:styleId="40">
    <w:name w:val="Заголовок 4 Знак"/>
    <w:basedOn w:val="a0"/>
    <w:link w:val="4"/>
    <w:rsid w:val="008B4194"/>
    <w:rPr>
      <w:rFonts w:ascii="Calibri" w:hAnsi="Calibr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B74D42"/>
    <w:rPr>
      <w:b/>
      <w:caps/>
      <w:szCs w:val="24"/>
    </w:rPr>
  </w:style>
  <w:style w:type="character" w:styleId="a7">
    <w:name w:val="Hyperlink"/>
    <w:basedOn w:val="a0"/>
    <w:rsid w:val="00A111E2"/>
    <w:rPr>
      <w:color w:val="0000FF" w:themeColor="hyperlink"/>
      <w:u w:val="single"/>
    </w:rPr>
  </w:style>
  <w:style w:type="paragraph" w:customStyle="1" w:styleId="11">
    <w:name w:val="Обычный1"/>
    <w:rsid w:val="00CD0547"/>
    <w:rPr>
      <w:snapToGrid w:val="0"/>
      <w:sz w:val="24"/>
    </w:rPr>
  </w:style>
  <w:style w:type="paragraph" w:styleId="a8">
    <w:name w:val="Message Header"/>
    <w:basedOn w:val="a"/>
    <w:link w:val="a9"/>
    <w:rsid w:val="00CD0547"/>
    <w:pPr>
      <w:spacing w:before="60" w:after="60" w:line="200" w:lineRule="exact"/>
      <w:jc w:val="both"/>
    </w:pPr>
    <w:rPr>
      <w:rFonts w:ascii="Arial" w:hAnsi="Arial"/>
      <w:i/>
      <w:sz w:val="20"/>
      <w:szCs w:val="20"/>
    </w:rPr>
  </w:style>
  <w:style w:type="character" w:customStyle="1" w:styleId="a9">
    <w:name w:val="Шапка Знак"/>
    <w:basedOn w:val="a0"/>
    <w:link w:val="a8"/>
    <w:rsid w:val="00CD0547"/>
    <w:rPr>
      <w:rFonts w:ascii="Arial" w:hAnsi="Arial"/>
      <w:i/>
    </w:rPr>
  </w:style>
  <w:style w:type="paragraph" w:customStyle="1" w:styleId="xl40">
    <w:name w:val="xl40"/>
    <w:basedOn w:val="a"/>
    <w:rsid w:val="00CD0547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\Application%20Data\Microsoft\&#1064;&#1072;&#1073;&#1083;&#1086;&#1085;&#1099;\&#1059;&#1075;&#1083;&#1086;&#1074;&#1086;&#1081;%20&#1073;&#1083;&#1072;&#1085;&#1082;-&#1094;&#1074;&#1077;&#1090;&#1085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E7E1-8CED-4191-B5FD-D3E0B6F1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бланк-цветной.dotx</Template>
  <TotalTime>595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GR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NATA</dc:creator>
  <cp:keywords/>
  <dc:description/>
  <cp:lastModifiedBy>Скидан Олег Олегович</cp:lastModifiedBy>
  <cp:revision>43</cp:revision>
  <cp:lastPrinted>2019-12-12T06:44:00Z</cp:lastPrinted>
  <dcterms:created xsi:type="dcterms:W3CDTF">2019-09-09T11:35:00Z</dcterms:created>
  <dcterms:modified xsi:type="dcterms:W3CDTF">2019-12-12T11:07:00Z</dcterms:modified>
</cp:coreProperties>
</file>